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0BC82" w14:textId="7B31891D" w:rsidR="0002636A" w:rsidRPr="001D739F" w:rsidRDefault="00975174" w:rsidP="00216DDE">
      <w:pPr>
        <w:pStyle w:val="LabTitle"/>
        <w:outlineLvl w:val="0"/>
        <w:rPr>
          <w:rStyle w:val="LabTitleInstVersred"/>
          <w:color w:val="auto"/>
          <w:lang w:val="pl-PL"/>
          <w:rFonts/>
        </w:rPr>
      </w:pPr>
      <w:r>
        <w:rPr>
          <w:lang w:val="pl-PL"/>
          <w:rFonts/>
        </w:rPr>
        <w:t xml:space="preserve">Ćwiczenie – Stwórz i przechowuj silne hasła</w:t>
      </w:r>
    </w:p>
    <w:p w14:paraId="4BAD7FBF" w14:textId="77777777" w:rsidR="009D2C27" w:rsidRDefault="009D2C27" w:rsidP="00216DDE">
      <w:pPr>
        <w:pStyle w:val="LabSection"/>
        <w:outlineLvl w:val="0"/>
      </w:pPr>
      <w:r>
        <w:rPr>
          <w:lang w:val="pl-PL"/>
          <w:rFonts/>
        </w:rPr>
        <w:t xml:space="preserve">Zadania</w:t>
      </w:r>
    </w:p>
    <w:p w14:paraId="5A0A9854" w14:textId="77777777" w:rsidR="0002636A" w:rsidRDefault="00D34287" w:rsidP="00735842">
      <w:pPr>
        <w:pStyle w:val="BodyTextL25"/>
      </w:pPr>
      <w:r>
        <w:rPr>
          <w:lang w:val="pl-PL"/>
          <w:rFonts/>
        </w:rPr>
        <w:t xml:space="preserve">Poznaj tajniki najbezpieczniejszych haseł.</w:t>
      </w:r>
    </w:p>
    <w:p w14:paraId="6382B577" w14:textId="77777777" w:rsidR="0085531D" w:rsidRPr="00735842" w:rsidRDefault="0085531D">
      <w:pPr>
        <w:pStyle w:val="BodyTextL25Bold"/>
      </w:pPr>
      <w:r>
        <w:rPr>
          <w:lang w:val="pl-PL"/>
          <w:rFonts/>
        </w:rPr>
        <w:t xml:space="preserve">Część 1: Poznaj techniki tworzenia silnego hasła.</w:t>
      </w:r>
    </w:p>
    <w:p w14:paraId="2878861A" w14:textId="6420BE7A" w:rsidR="003B46E1" w:rsidRPr="002B1790" w:rsidRDefault="003B46E1">
      <w:pPr>
        <w:pStyle w:val="BodyTextL25Bold"/>
      </w:pPr>
      <w:r>
        <w:rPr>
          <w:lang w:val="pl-PL"/>
          <w:rFonts/>
        </w:rPr>
        <w:t xml:space="preserve">Część 2: Zapoznaj się z tajnikami bezpiecznego przechowywania haseł.</w:t>
      </w:r>
    </w:p>
    <w:p w14:paraId="32BD4E31" w14:textId="77777777" w:rsidR="00C07FD9" w:rsidRDefault="009D2C27" w:rsidP="00216DDE">
      <w:pPr>
        <w:pStyle w:val="LabSection"/>
        <w:outlineLvl w:val="0"/>
      </w:pPr>
      <w:r>
        <w:rPr>
          <w:lang w:val="pl-PL"/>
          <w:rFonts/>
        </w:rPr>
        <w:t xml:space="preserve">Scenariusz</w:t>
      </w:r>
    </w:p>
    <w:p w14:paraId="236D70DD" w14:textId="6B08E0CC" w:rsidR="00CF5F39" w:rsidRPr="00CF5F39" w:rsidRDefault="00CF5F39" w:rsidP="00CF5F39">
      <w:pPr>
        <w:pStyle w:val="BodyTextL25"/>
      </w:pPr>
      <w:r>
        <w:rPr>
          <w:lang w:val="pl-PL"/>
          <w:rFonts/>
        </w:rPr>
        <w:t xml:space="preserve">Hasła są stosowane na szeroką skalę w celu kontrolowania dostępu do różnych zasobów.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Atakujący wykorzystają różne techniki w celu zdobycia haseł użytkowników, co pozwoli im uzyskać nieuprawniony dostęp do zasobów i danych.</w:t>
      </w:r>
    </w:p>
    <w:p w14:paraId="36156FE6" w14:textId="3BC566BA" w:rsidR="00737EEE" w:rsidRDefault="00CF5F39" w:rsidP="002332C8">
      <w:pPr>
        <w:pStyle w:val="BodyTextL25"/>
      </w:pPr>
      <w:r>
        <w:rPr>
          <w:lang w:val="pl-PL"/>
          <w:rFonts/>
        </w:rPr>
        <w:t xml:space="preserve">W celu lepszego zabezpieczenia się ważne jest właściwe zrozumienie zasad tworzenia silnych haseł i sposobów bezpiecznego ich przechowywania.</w:t>
      </w:r>
    </w:p>
    <w:p w14:paraId="18034E72" w14:textId="77777777" w:rsidR="007D2AFE" w:rsidRDefault="007D2AFE" w:rsidP="00216DDE">
      <w:pPr>
        <w:pStyle w:val="LabSection"/>
        <w:outlineLvl w:val="0"/>
      </w:pPr>
      <w:r>
        <w:rPr>
          <w:lang w:val="pl-PL"/>
          <w:rFonts/>
        </w:rPr>
        <w:t xml:space="preserve">Wymagane zasoby</w:t>
      </w:r>
    </w:p>
    <w:p w14:paraId="51E51958" w14:textId="77777777" w:rsidR="0002636A" w:rsidRDefault="007B5099" w:rsidP="0002636A">
      <w:pPr>
        <w:pStyle w:val="Bulletlevel1"/>
      </w:pPr>
      <w:r>
        <w:rPr>
          <w:lang w:val="pl-PL"/>
          <w:rFonts/>
        </w:rPr>
        <w:t xml:space="preserve">Komputer lub urządzenie mobilne z dostępem do Internetu</w:t>
      </w:r>
    </w:p>
    <w:p w14:paraId="5D0A2C12" w14:textId="77777777" w:rsidR="0002636A" w:rsidRDefault="00CF5F39" w:rsidP="0002636A">
      <w:pPr>
        <w:pStyle w:val="PartHead"/>
      </w:pPr>
      <w:r>
        <w:rPr>
          <w:lang w:val="pl-PL"/>
          <w:rFonts/>
        </w:rPr>
        <w:t xml:space="preserve">Tworzenie silnego hasła</w:t>
      </w:r>
    </w:p>
    <w:p w14:paraId="6A4985FA" w14:textId="03F11209" w:rsidR="00E21898" w:rsidRPr="00CF5F39" w:rsidRDefault="00CF5F39">
      <w:pPr>
        <w:pStyle w:val="BodyTextL25"/>
      </w:pPr>
      <w:r>
        <w:rPr>
          <w:lang w:val="pl-PL"/>
          <w:rFonts/>
        </w:rPr>
        <w:t xml:space="preserve">Silne hasła muszą spełniać cztery wymogi, wymienione w kolejności od najważniejszego:</w:t>
      </w:r>
    </w:p>
    <w:p w14:paraId="21A5C70D" w14:textId="77777777" w:rsidR="00CF5F39" w:rsidRPr="00CF5F39" w:rsidRDefault="00CF5F39" w:rsidP="00082813">
      <w:pPr>
        <w:pStyle w:val="SubStepNum"/>
      </w:pPr>
      <w:r>
        <w:rPr>
          <w:lang w:val="pl-PL"/>
          <w:rFonts/>
        </w:rPr>
        <w:t xml:space="preserve">Użytkownik powinien móc łatwo zapamiętać hasło.</w:t>
      </w:r>
    </w:p>
    <w:p w14:paraId="6FD20188" w14:textId="77777777" w:rsidR="00CF5F39" w:rsidRDefault="00CF5F39" w:rsidP="00082813">
      <w:pPr>
        <w:pStyle w:val="SubStepNum"/>
      </w:pPr>
      <w:r>
        <w:rPr>
          <w:lang w:val="pl-PL"/>
          <w:rFonts/>
        </w:rPr>
        <w:t xml:space="preserve">Hasło nie może być proste, musi być trudne do odgadnięcia.</w:t>
      </w:r>
    </w:p>
    <w:p w14:paraId="6691A701" w14:textId="3CD7B339" w:rsidR="00CF5F39" w:rsidRDefault="00CF5F39" w:rsidP="00082813">
      <w:pPr>
        <w:pStyle w:val="SubStepNum"/>
      </w:pPr>
      <w:r>
        <w:rPr>
          <w:lang w:val="pl-PL"/>
          <w:rFonts/>
        </w:rPr>
        <w:t xml:space="preserve">Nie może być również proste do zgadnięcia przez specjalne programy służące do łamania haseł.</w:t>
      </w:r>
    </w:p>
    <w:p w14:paraId="2E9AF3EC" w14:textId="44F05A26" w:rsidR="0061534E" w:rsidRDefault="0061534E" w:rsidP="00082813">
      <w:pPr>
        <w:pStyle w:val="SubStepNum"/>
      </w:pPr>
      <w:r>
        <w:rPr>
          <w:lang w:val="pl-PL"/>
          <w:rFonts/>
        </w:rPr>
        <w:t xml:space="preserve">Hasło musi być złożone i zawierać: liczby, symbole oraz kombinację wielkich i małych liter.</w:t>
      </w:r>
    </w:p>
    <w:p w14:paraId="040C7C73" w14:textId="06FB9F49" w:rsidR="002B1790" w:rsidRDefault="0061534E" w:rsidP="00CF5F39">
      <w:pPr>
        <w:pStyle w:val="BodyTextL25"/>
      </w:pPr>
      <w:r>
        <w:rPr>
          <w:lang w:val="pl-PL"/>
          <w:rFonts/>
        </w:rPr>
        <w:t xml:space="preserve">W powyższej liście pierwszy z wymogów wydaje się najważniejszy, ponieważ podstawą jest możliwość zapamiętania hasła.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Na przykład hasło </w:t>
      </w:r>
      <w:r>
        <w:rPr>
          <w:b w:val="true"/>
          <w:lang w:val="pl-PL"/>
          <w:rFonts/>
        </w:rPr>
        <w:t xml:space="preserve"># 4ssFrX ^ -aartPOknx25_70! XAdk &lt;d!</w:t>
      </w:r>
      <w:r>
        <w:rPr>
          <w:lang w:val="pl-PL"/>
          <w:rFonts/>
        </w:rPr>
        <w:t xml:space="preserve"> jest uważane za silne (spełnia trzy ostatnie wymagania), choć niezwykle trudne do zapamiętania.</w:t>
      </w:r>
    </w:p>
    <w:p w14:paraId="09BC15CE" w14:textId="0235E309" w:rsidR="00CF5F39" w:rsidRPr="00CF5F39" w:rsidRDefault="002332C8" w:rsidP="002332C8">
      <w:pPr>
        <w:pStyle w:val="BodyTextL25"/>
      </w:pPr>
      <w:r>
        <w:rPr>
          <w:lang w:val="pl-PL"/>
          <w:rFonts/>
        </w:rPr>
        <w:t xml:space="preserve">W wielu systemach wymagane są hasła zawierające kombinację cyfr, symboli oraz małych i wielkich liter.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Hasła zgodne z tymi wymogami są dobre, o ile tylko użytkownik nie ma problemu z ich zapamiętaniem.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Oto przykładowy często spotykany zestaw reguł tworzenia hasła:</w:t>
      </w:r>
    </w:p>
    <w:p w14:paraId="0F9D24EE" w14:textId="77777777" w:rsidR="00CF5F39" w:rsidRPr="00CF5F39" w:rsidRDefault="00CF5F39" w:rsidP="00CF5F39">
      <w:pPr>
        <w:pStyle w:val="BodyTextL25"/>
        <w:numPr>
          <w:ilvl w:val="0"/>
          <w:numId w:val="10"/>
        </w:numPr>
      </w:pPr>
      <w:r>
        <w:rPr>
          <w:lang w:val="pl-PL"/>
          <w:rFonts/>
        </w:rPr>
        <w:t xml:space="preserve">Hasło musi mieć co najmniej 8 znaków</w:t>
      </w:r>
    </w:p>
    <w:p w14:paraId="1A9E6E91" w14:textId="77777777" w:rsidR="00CF5F39" w:rsidRPr="00CF5F39" w:rsidRDefault="00CF5F39" w:rsidP="00CF5F39">
      <w:pPr>
        <w:pStyle w:val="BodyTextL25"/>
        <w:numPr>
          <w:ilvl w:val="0"/>
          <w:numId w:val="10"/>
        </w:numPr>
      </w:pPr>
      <w:r>
        <w:rPr>
          <w:lang w:val="pl-PL"/>
          <w:rFonts/>
        </w:rPr>
        <w:t xml:space="preserve">Hasło musi zawierać wielkie i małe litery</w:t>
      </w:r>
    </w:p>
    <w:p w14:paraId="4B047BAE" w14:textId="77777777" w:rsidR="00CF5F39" w:rsidRPr="00CF5F39" w:rsidRDefault="00CF5F39" w:rsidP="00CF5F39">
      <w:pPr>
        <w:pStyle w:val="BodyTextL25"/>
        <w:numPr>
          <w:ilvl w:val="0"/>
          <w:numId w:val="10"/>
        </w:numPr>
      </w:pPr>
      <w:r>
        <w:rPr>
          <w:lang w:val="pl-PL"/>
          <w:rFonts/>
        </w:rPr>
        <w:t xml:space="preserve">Hasło musi zawierać cyfrę</w:t>
      </w:r>
    </w:p>
    <w:p w14:paraId="0609953C" w14:textId="77777777" w:rsidR="00CF5F39" w:rsidRPr="00CF5F39" w:rsidRDefault="00CF5F39" w:rsidP="00CF5F39">
      <w:pPr>
        <w:pStyle w:val="BodyTextL25"/>
        <w:numPr>
          <w:ilvl w:val="0"/>
          <w:numId w:val="10"/>
        </w:numPr>
      </w:pPr>
      <w:r>
        <w:rPr>
          <w:lang w:val="pl-PL"/>
          <w:rFonts/>
        </w:rPr>
        <w:t xml:space="preserve">Hasło musi zawierać znak specjalny (np. #, $, @, &amp;)</w:t>
      </w:r>
    </w:p>
    <w:p w14:paraId="27410808" w14:textId="77E39B80" w:rsidR="00CF5F39" w:rsidRDefault="00CF5F39" w:rsidP="0078389D">
      <w:pPr>
        <w:pStyle w:val="BodyTextL25"/>
        <w:keepNext/>
      </w:pPr>
      <w:r>
        <w:rPr>
          <w:lang w:val="pl-PL"/>
          <w:rFonts/>
        </w:rPr>
        <w:t xml:space="preserve">Poświęć teraz chwilę, aby przeanalizować cechy charakterystyczne silnych haseł oraz powyżej przedstawiony zestaw reguł.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Jak myślisz, dlaczego zestaw reguł często pomija dwa pierwsze elementy? Postaraj się wyjaśnić.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Wyjaśnij.</w:t>
      </w:r>
    </w:p>
    <w:p w14:paraId="193B310A" w14:textId="77777777" w:rsidR="002B1790" w:rsidRDefault="00CF5F39" w:rsidP="0078389D">
      <w:pPr>
        <w:pStyle w:val="BodyTextL25"/>
        <w:keepNext/>
      </w:pPr>
      <w:r>
        <w:rPr>
          <w:lang w:val="pl-PL"/>
          <w:rFonts/>
        </w:rPr>
        <w:t xml:space="preserve">__________________________________________________________________________________</w:t>
      </w:r>
    </w:p>
    <w:p w14:paraId="04DDED68" w14:textId="6EBBCCF1" w:rsidR="00CF5F39" w:rsidRDefault="00CF5F39" w:rsidP="0078389D">
      <w:pPr>
        <w:pStyle w:val="BodyTextL25"/>
        <w:keepNext/>
      </w:pPr>
      <w:r>
        <w:rPr>
          <w:lang w:val="pl-PL"/>
          <w:rFonts/>
        </w:rPr>
        <w:t xml:space="preserve">__________________________________________________________________________________</w:t>
      </w:r>
    </w:p>
    <w:p w14:paraId="5B728D03" w14:textId="77777777" w:rsidR="002B1790" w:rsidRDefault="00CF5F39" w:rsidP="0078389D">
      <w:pPr>
        <w:pStyle w:val="BodyTextL25"/>
        <w:keepNext/>
      </w:pPr>
      <w:r>
        <w:rPr>
          <w:lang w:val="pl-PL"/>
          <w:rFonts/>
        </w:rPr>
        <w:t xml:space="preserve">__________________________________________________________________________________</w:t>
      </w:r>
    </w:p>
    <w:p w14:paraId="50E961BB" w14:textId="60C4E697" w:rsidR="00CF5F39" w:rsidRDefault="00CF5F39" w:rsidP="0078389D">
      <w:pPr>
        <w:pStyle w:val="BodyTextL25"/>
        <w:keepNext/>
      </w:pPr>
      <w:r>
        <w:rPr>
          <w:lang w:val="pl-PL"/>
          <w:rFonts/>
        </w:rPr>
        <w:t xml:space="preserve">__________________________________________________________________________________</w:t>
      </w:r>
    </w:p>
    <w:p w14:paraId="7CCF1A26" w14:textId="77777777" w:rsidR="002B1790" w:rsidRDefault="00CF5F39" w:rsidP="0078389D">
      <w:pPr>
        <w:pStyle w:val="BodyTextL25"/>
        <w:keepNext/>
      </w:pPr>
      <w:r>
        <w:rPr>
          <w:lang w:val="pl-PL"/>
          <w:rFonts/>
        </w:rPr>
        <w:t xml:space="preserve">__________________________________________________________________________________</w:t>
      </w:r>
    </w:p>
    <w:p w14:paraId="3FEE8776" w14:textId="29AB59C7" w:rsidR="00CF5F39" w:rsidRDefault="00CF5F39" w:rsidP="000E5C70">
      <w:pPr>
        <w:pStyle w:val="BodyTextL25"/>
        <w:keepNext/>
      </w:pPr>
      <w:r>
        <w:rPr>
          <w:lang w:val="pl-PL"/>
          <w:rFonts/>
        </w:rPr>
        <w:t xml:space="preserve">__________________________________________________________________________________</w:t>
      </w:r>
    </w:p>
    <w:p w14:paraId="4ED9D64F" w14:textId="14B989F2" w:rsidR="00943BF9" w:rsidRDefault="00943BF9" w:rsidP="00CF5F39">
      <w:pPr>
        <w:pStyle w:val="BodyTextL25"/>
      </w:pPr>
      <w:r>
        <w:rPr>
          <w:lang w:val="pl-PL"/>
          <w:rFonts/>
        </w:rPr>
        <w:t xml:space="preserve">Dobrym sposobem na tworzenie silnych haseł jest wybieranie czterech lub więcej losowych słów i łączenie ich razem.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Hasło </w:t>
      </w:r>
      <w:r w:rsidRPr="00F90F0A">
        <w:rPr>
          <w:b/>
          <w:lang w:val="pl-PL"/>
          <w:rFonts/>
        </w:rPr>
        <w:t xml:space="preserve">telewizjażababutykościół</w:t>
      </w:r>
      <w:r>
        <w:rPr>
          <w:lang w:val="pl-PL"/>
          <w:rFonts/>
        </w:rPr>
        <w:t xml:space="preserve"> jest silniejsze niż </w:t>
      </w:r>
      <w:r>
        <w:rPr>
          <w:b/>
          <w:lang w:val="pl-PL"/>
          <w:rFonts/>
        </w:rPr>
        <w:t xml:space="preserve">J0ann@#81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Zauważ, że chociaż drugie z nich jest zgodne z wszystkimi wymienionymi wyżej zasadami, to jednak programy do łamania haseł są bardzo skuteczne w odgadywaniu haseł tego typu.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Mimo, że wiele zestawów reguł dotyczących haseł nie zaakceptowałoby tego pierwszego, to jednak hasło </w:t>
      </w:r>
      <w:r w:rsidRPr="00F90F0A">
        <w:rPr>
          <w:b/>
          <w:lang w:val="pl-PL"/>
          <w:rFonts/>
        </w:rPr>
        <w:t xml:space="preserve">telewizjażababutykościół</w:t>
      </w:r>
      <w:r>
        <w:rPr>
          <w:lang w:val="pl-PL"/>
          <w:rFonts/>
        </w:rPr>
        <w:t xml:space="preserve"> jest znacznie silniejsze od drugiego.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Jest łatwiejsze do zapamiętania (szczególnie w skojarzeniu z konkretnym wyobrażeniem lub obrazem), jest bardzo długie, a brak oczywistego powiązania ze sobą składających się na niego wyrazów utrudnia złamanie lub zgadnięcie.</w:t>
      </w:r>
    </w:p>
    <w:p w14:paraId="6DDCB072" w14:textId="6C77BDC5" w:rsidR="00943BF9" w:rsidRDefault="00943BF9" w:rsidP="00943BF9">
      <w:pPr>
        <w:pStyle w:val="BodyTextL25"/>
      </w:pPr>
      <w:r>
        <w:rPr>
          <w:lang w:val="pl-PL"/>
          <w:rFonts/>
        </w:rPr>
        <w:t xml:space="preserve">Skorzystaj z internetowego narzędzia do tworzenia haseł i utwórz hasła opierając się na podstawie opisanego wyżej zestawu reguł.</w:t>
      </w:r>
    </w:p>
    <w:p w14:paraId="69F68C48" w14:textId="48B81717" w:rsidR="00943BF9" w:rsidRDefault="00943BF9" w:rsidP="00E9330D">
      <w:pPr>
        <w:pStyle w:val="SubStepAlpha"/>
        <w:numPr>
          <w:ilvl w:val="2"/>
          <w:numId w:val="13"/>
        </w:numPr>
      </w:pPr>
      <w:r>
        <w:rPr>
          <w:lang w:val="pl-PL"/>
          <w:rFonts/>
        </w:rPr>
        <w:t xml:space="preserve">Otwórz przeglądarkę internetową i przejdź do </w:t>
      </w:r>
      <w:hyperlink r:id="rId8" w:history="1">
        <w:r>
          <w:rPr>
            <w:rStyle w:val="Hyperlink"/>
            <w:lang w:val="pl-PL"/>
            <w:rFonts/>
          </w:rPr>
          <w:t xml:space="preserve">http://passwordsgenerator.net</w:t>
        </w:r>
      </w:hyperlink>
    </w:p>
    <w:p w14:paraId="0B7B82AE" w14:textId="595AB62E" w:rsidR="00B67312" w:rsidRDefault="00B67312" w:rsidP="00943BF9">
      <w:pPr>
        <w:pStyle w:val="SubStepAlpha"/>
      </w:pPr>
      <w:r>
        <w:rPr>
          <w:lang w:val="pl-PL"/>
          <w:rFonts/>
        </w:rPr>
        <w:t xml:space="preserve">Ustaw opcje zgodnie z zestawem reguł tworzenia haseł.</w:t>
      </w:r>
    </w:p>
    <w:p w14:paraId="39FE77CF" w14:textId="3D43C2AE" w:rsidR="00B67312" w:rsidRDefault="00B67312" w:rsidP="00B67312">
      <w:pPr>
        <w:pStyle w:val="SubStepAlpha"/>
      </w:pPr>
      <w:r>
        <w:rPr>
          <w:lang w:val="pl-PL"/>
          <w:rFonts/>
        </w:rPr>
        <w:t xml:space="preserve">Wygeneruj hasło.</w:t>
      </w:r>
    </w:p>
    <w:p w14:paraId="1C717BFD" w14:textId="2CCD6571" w:rsidR="00EF7327" w:rsidRDefault="00B67312" w:rsidP="0078389D">
      <w:pPr>
        <w:pStyle w:val="BodyTextL50"/>
        <w:keepNext/>
      </w:pPr>
      <w:r>
        <w:rPr>
          <w:lang w:val="pl-PL"/>
          <w:rFonts/>
        </w:rPr>
        <w:t xml:space="preserve">Czy wygenerowane hasło jest łatwe do zapamiętania?</w:t>
      </w:r>
    </w:p>
    <w:p w14:paraId="72A6EDB3" w14:textId="081E36D6" w:rsidR="00753520" w:rsidRDefault="00753520" w:rsidP="0078389D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14:paraId="08F9E99C" w14:textId="159ABF20" w:rsidR="00753520" w:rsidRDefault="00753520" w:rsidP="0078389D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14:paraId="5B93918C" w14:textId="6AB61B04" w:rsidR="00B67312" w:rsidRDefault="00B67312" w:rsidP="00E9330D">
      <w:pPr>
        <w:pStyle w:val="BodyTextL50"/>
      </w:pPr>
      <w:r>
        <w:rPr>
          <w:lang w:val="pl-PL"/>
          <w:rFonts/>
        </w:rPr>
        <w:t xml:space="preserve">Skorzystaj z internetowego narzędzia do tworzenia haseł i utwórz hasła złożone z przypadkowej kombinacji słów.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Zwróć uwagę, że połączenie wielu słów w jedno powoduje, że poszczególne części nie są traktowane jako wyrazy ze słownika.</w:t>
      </w:r>
    </w:p>
    <w:p w14:paraId="4743825F" w14:textId="67376B20" w:rsidR="00B67312" w:rsidRDefault="00B67312" w:rsidP="00B67312">
      <w:pPr>
        <w:pStyle w:val="SubStepAlpha"/>
      </w:pPr>
      <w:r>
        <w:rPr>
          <w:lang w:val="pl-PL"/>
          <w:rFonts/>
        </w:rPr>
        <w:t xml:space="preserve">Otwórz przeglądarkę internetową i przejdź do </w:t>
      </w:r>
      <w:hyperlink r:id="rId9" w:history="1">
        <w:r>
          <w:rPr>
            <w:rStyle w:val="Hyperlink"/>
            <w:lang w:val="pl-PL"/>
            <w:rFonts/>
          </w:rPr>
          <w:t xml:space="preserve">http://preshing.com/20110811/xkcd-password-generator/</w:t>
        </w:r>
      </w:hyperlink>
    </w:p>
    <w:p w14:paraId="03ED608A" w14:textId="3353DD93" w:rsidR="00B67312" w:rsidRDefault="00B67312" w:rsidP="00B15E5F">
      <w:pPr>
        <w:pStyle w:val="SubStepAlpha"/>
      </w:pPr>
      <w:r>
        <w:rPr>
          <w:lang w:val="pl-PL"/>
          <w:rFonts/>
        </w:rPr>
        <w:t xml:space="preserve">Wygeneruj hasło składające się z przypadkowych słów poprzez kliknięcie w </w:t>
      </w:r>
      <w:r w:rsidRPr="00E9330D">
        <w:rPr>
          <w:b/>
          <w:lang w:val="pl-PL"/>
          <w:rFonts/>
        </w:rPr>
        <w:t xml:space="preserve">Generate Another!</w:t>
      </w:r>
      <w:r>
        <w:rPr>
          <w:lang w:val="pl-PL"/>
          <w:rFonts/>
        </w:rPr>
        <w:t xml:space="preserve"> w górnej części strony.</w:t>
      </w:r>
    </w:p>
    <w:p w14:paraId="600A6DEB" w14:textId="77777777" w:rsidR="00B67312" w:rsidRDefault="00B67312" w:rsidP="00E9330D">
      <w:pPr>
        <w:pStyle w:val="SubStepAlpha"/>
        <w:keepNext/>
      </w:pPr>
      <w:r>
        <w:rPr>
          <w:lang w:val="pl-PL"/>
          <w:rFonts/>
        </w:rPr>
        <w:t xml:space="preserve">Czy wygenerowane hasło jest łatwe do zapamiętania?</w:t>
      </w:r>
    </w:p>
    <w:p w14:paraId="0558C49D" w14:textId="758BFEA6" w:rsidR="00753520" w:rsidRDefault="00753520" w:rsidP="00E9330D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14:paraId="397B7FE5" w14:textId="3ECC9863" w:rsidR="00753520" w:rsidRDefault="00753520" w:rsidP="00E9330D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14:paraId="70651805" w14:textId="1A3E3F14" w:rsidR="00257A72" w:rsidRDefault="00295BDA" w:rsidP="00257A72">
      <w:pPr>
        <w:pStyle w:val="PartHead"/>
      </w:pPr>
      <w:r>
        <w:rPr>
          <w:lang w:val="pl-PL"/>
          <w:rFonts/>
        </w:rPr>
        <w:t xml:space="preserve">Bezpieczne przechowywanie haseł </w:t>
      </w:r>
    </w:p>
    <w:p w14:paraId="60DB35E4" w14:textId="5707AFA8" w:rsidR="002332C8" w:rsidRDefault="0059701A" w:rsidP="00D80420">
      <w:pPr>
        <w:pStyle w:val="BodyTextL25"/>
      </w:pPr>
      <w:r>
        <w:rPr>
          <w:lang w:val="pl-PL"/>
          <w:rFonts/>
        </w:rPr>
        <w:t xml:space="preserve">Użycie menedżera haseł powoduje, że pierwszą regułę silnego hasła można pominąć, ponieważ użytkownik ma zawsze dostęp do menedżera haseł.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Zauważ, że niektórzy użytkownicy mają zaufanie tylko do tych haseł, które sami mogą zapamiętać.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Każdy menedżer haseł musi je przechowywać w „magazynie", co daje możliwość dokonania ich kradzieży.</w:t>
      </w:r>
      <w:r>
        <w:rPr>
          <w:lang w:val="pl-PL"/>
          <w:rFonts/>
        </w:rPr>
        <w:t xml:space="preserve"> </w:t>
      </w:r>
    </w:p>
    <w:p w14:paraId="4E67E359" w14:textId="3242AD79" w:rsidR="0059701A" w:rsidRDefault="00DF4756" w:rsidP="00D80420">
      <w:pPr>
        <w:pStyle w:val="BodyTextL25"/>
      </w:pPr>
      <w:r>
        <w:rPr>
          <w:lang w:val="pl-PL"/>
          <w:rFonts/>
        </w:rPr>
        <w:t xml:space="preserve">"Magazyn" haseł musi być silnie zaszyfrowany, a dostęp do niego musi być ściśle kontrolowany.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Dzięki aplikacjom mobilnym i interfejsom sieciowym menedżer haseł dostępny w chmurze jest zawsze dostępny dla użytkowników.</w:t>
      </w:r>
    </w:p>
    <w:p w14:paraId="28720CFD" w14:textId="33103614" w:rsidR="0059701A" w:rsidRDefault="0059701A" w:rsidP="00D80420">
      <w:pPr>
        <w:pStyle w:val="BodyTextL25"/>
      </w:pPr>
      <w:r>
        <w:rPr>
          <w:lang w:val="pl-PL"/>
          <w:rFonts/>
        </w:rPr>
        <w:t xml:space="preserve">Popularnym menedżerem haseł jest LastPass.</w:t>
      </w:r>
    </w:p>
    <w:p w14:paraId="192D564C" w14:textId="70AC77FE" w:rsidR="0059701A" w:rsidRDefault="0059701A" w:rsidP="00D80420">
      <w:pPr>
        <w:pStyle w:val="BodyTextL25"/>
      </w:pPr>
      <w:r>
        <w:rPr>
          <w:lang w:val="pl-PL"/>
          <w:rFonts/>
        </w:rPr>
        <w:t xml:space="preserve">Utwórz testowe konto LastPass:</w:t>
      </w:r>
    </w:p>
    <w:p w14:paraId="7B546B7C" w14:textId="0FF75A43" w:rsidR="0059701A" w:rsidRDefault="0059701A" w:rsidP="0059701A">
      <w:pPr>
        <w:pStyle w:val="SubStepAlpha"/>
      </w:pPr>
      <w:r>
        <w:rPr>
          <w:lang w:val="pl-PL"/>
          <w:rFonts/>
        </w:rPr>
        <w:t xml:space="preserve">Otwórz przeglądarkę internetową i przejdź do </w:t>
      </w:r>
      <w:hyperlink r:id="rId10" w:history="1">
        <w:r>
          <w:rPr>
            <w:rStyle w:val="Hyperlink"/>
            <w:lang w:val="pl-PL"/>
            <w:rFonts/>
          </w:rPr>
          <w:t xml:space="preserve">https://lastpass.com/</w:t>
        </w:r>
      </w:hyperlink>
    </w:p>
    <w:p w14:paraId="1C132B3A" w14:textId="1F4E6A46" w:rsidR="0059701A" w:rsidRDefault="0059701A" w:rsidP="0059701A">
      <w:pPr>
        <w:pStyle w:val="SubStepAlpha"/>
      </w:pPr>
      <w:r>
        <w:rPr>
          <w:lang w:val="pl-PL"/>
          <w:rFonts/>
        </w:rPr>
        <w:t xml:space="preserve">Kliknij </w:t>
      </w:r>
      <w:r w:rsidRPr="00E9330D">
        <w:rPr>
          <w:b/>
          <w:lang w:val="pl-PL"/>
          <w:rFonts/>
        </w:rPr>
        <w:t xml:space="preserve">Start Trial</w:t>
      </w:r>
      <w:r>
        <w:rPr>
          <w:lang w:val="pl-PL"/>
          <w:rFonts/>
        </w:rPr>
        <w:t xml:space="preserve">, aby utworzyć konto testowe. </w:t>
      </w:r>
    </w:p>
    <w:p w14:paraId="0A98773C" w14:textId="07DBCA1C" w:rsidR="00330D8A" w:rsidRPr="00330D8A" w:rsidRDefault="0059701A" w:rsidP="0059701A">
      <w:pPr>
        <w:pStyle w:val="SubStepAlpha"/>
      </w:pPr>
      <w:r>
        <w:rPr>
          <w:lang w:val="pl-PL"/>
          <w:rFonts/>
        </w:rPr>
        <w:t xml:space="preserve">Wypełnij pola zgodnie z instrukcjami.</w:t>
      </w:r>
    </w:p>
    <w:p w14:paraId="239DA58E" w14:textId="169B5E29" w:rsidR="0059701A" w:rsidRDefault="0059701A" w:rsidP="0059701A">
      <w:pPr>
        <w:pStyle w:val="SubStepAlpha"/>
      </w:pPr>
      <w:r>
        <w:rPr>
          <w:lang w:val="pl-PL"/>
          <w:rFonts/>
        </w:rPr>
        <w:t xml:space="preserve">Ustaw główne hasło. 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To hasło będzie zapewniać dostęp do Twojego konta LastPass. </w:t>
      </w:r>
      <w:r>
        <w:rPr>
          <w:lang w:val="pl-PL"/>
          <w:rFonts/>
        </w:rPr>
        <w:t xml:space="preserve"> </w:t>
      </w:r>
    </w:p>
    <w:p w14:paraId="08C4A496" w14:textId="70CD705B" w:rsidR="0059701A" w:rsidRDefault="0059701A" w:rsidP="0059701A">
      <w:pPr>
        <w:pStyle w:val="SubStepAlpha"/>
      </w:pPr>
      <w:r>
        <w:rPr>
          <w:lang w:val="pl-PL"/>
          <w:rFonts/>
        </w:rPr>
        <w:t xml:space="preserve">Pobierz i zainstaluj aplikację kliencką LastPass dla swojego systemu operacyjnego. </w:t>
      </w:r>
      <w:r>
        <w:rPr>
          <w:lang w:val="pl-PL"/>
          <w:rFonts/>
        </w:rPr>
        <w:t xml:space="preserve"> </w:t>
      </w:r>
    </w:p>
    <w:p w14:paraId="50A6CA1B" w14:textId="71305024" w:rsidR="0059701A" w:rsidRDefault="0059701A" w:rsidP="0059701A">
      <w:pPr>
        <w:pStyle w:val="SubStepAlpha"/>
      </w:pPr>
      <w:r>
        <w:rPr>
          <w:lang w:val="pl-PL"/>
          <w:rFonts/>
        </w:rPr>
        <w:t xml:space="preserve">Otwórz aplikację kliencką i zaloguj się za pomocą hasła głównego LastPass. </w:t>
      </w:r>
    </w:p>
    <w:p w14:paraId="1F54B1DB" w14:textId="4CCDAF03" w:rsidR="0059701A" w:rsidRDefault="0059701A" w:rsidP="00E9330D">
      <w:pPr>
        <w:pStyle w:val="SubStepAlpha"/>
        <w:keepNext/>
      </w:pPr>
      <w:r>
        <w:rPr>
          <w:lang w:val="pl-PL"/>
          <w:rFonts/>
        </w:rPr>
        <w:t xml:space="preserve">Poznaj menadżera haseł LastPass testując różne funkcje. </w:t>
      </w:r>
    </w:p>
    <w:p w14:paraId="66F968FC" w14:textId="5383A29B" w:rsidR="0059701A" w:rsidRDefault="0059701A" w:rsidP="00E9330D">
      <w:pPr>
        <w:pStyle w:val="BodyTextL50"/>
        <w:keepNext/>
      </w:pPr>
      <w:r>
        <w:rPr>
          <w:lang w:val="pl-PL"/>
          <w:rFonts/>
        </w:rPr>
        <w:t xml:space="preserve">Jak myślisz, gdy dodajesz hasła do LastPass, gdzie są one zapisywane?</w:t>
      </w:r>
    </w:p>
    <w:p w14:paraId="3A4C190F" w14:textId="348B87BE" w:rsidR="00753520" w:rsidRDefault="0059701A" w:rsidP="00E9330D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14:paraId="6B0C5772" w14:textId="6B3688EB" w:rsidR="0059701A" w:rsidRDefault="0059701A" w:rsidP="00E9330D">
      <w:pPr>
        <w:pStyle w:val="BodyTextL50"/>
        <w:keepNext/>
      </w:pPr>
      <w:r>
        <w:rPr>
          <w:lang w:val="pl-PL"/>
          <w:rFonts/>
        </w:rPr>
        <w:t xml:space="preserve">Oprócz Ciebie przynajmniej jeden inny podmiot ma dostęp do Twoich haseł.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Kim jest ten podmiot?</w:t>
      </w:r>
    </w:p>
    <w:p w14:paraId="4B83F37F" w14:textId="449C0E9E" w:rsidR="00753520" w:rsidRDefault="00753520" w:rsidP="00E9330D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14:paraId="7011855F" w14:textId="402F31FC" w:rsidR="0059701A" w:rsidRDefault="0059701A" w:rsidP="00E9330D">
      <w:pPr>
        <w:pStyle w:val="BodyTextL50"/>
        <w:keepNext/>
      </w:pPr>
      <w:r>
        <w:rPr>
          <w:lang w:val="pl-PL"/>
          <w:rFonts/>
        </w:rPr>
        <w:t xml:space="preserve">Przechowywanie wszystkich haseł w jednym miejscu może być wygodne, jednak istnieją wady takiego rozwiązania. 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Czy jesteś w stanie wymienić te wady?</w:t>
      </w:r>
    </w:p>
    <w:p w14:paraId="31D0D3D8" w14:textId="53DCCFED" w:rsidR="00753520" w:rsidRDefault="00753520" w:rsidP="00E9330D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14:paraId="335BD199" w14:textId="6E65A796" w:rsidR="00753520" w:rsidRDefault="00753520" w:rsidP="00E9330D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14:paraId="6484A309" w14:textId="53BC1BBF" w:rsidR="00753520" w:rsidRDefault="00753520" w:rsidP="00E9330D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14:paraId="3DCF0991" w14:textId="71AECF4B" w:rsidR="00D80420" w:rsidRDefault="002332C8" w:rsidP="002332C8">
      <w:pPr>
        <w:pStyle w:val="PartHead"/>
      </w:pPr>
      <w:r>
        <w:rPr>
          <w:lang w:val="pl-PL"/>
          <w:rFonts/>
        </w:rPr>
        <w:t xml:space="preserve">Czym jest zatem silne hasło? </w:t>
      </w:r>
    </w:p>
    <w:p w14:paraId="4AAECEE0" w14:textId="2F3B8C3E" w:rsidR="00D80420" w:rsidRDefault="00CC381A" w:rsidP="00D80420">
      <w:pPr>
        <w:pStyle w:val="BodyTextL25"/>
      </w:pPr>
      <w:r>
        <w:rPr>
          <w:lang w:val="pl-PL"/>
          <w:rFonts/>
        </w:rPr>
        <w:t xml:space="preserve">Korzystając z cech silnego hasła podanych na początku tego ćwiczenia, wybierz hasło, które jest łatwe do zapamiętania, lecz trudne do odgadnięcia. 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Złożone hasła są w porządku, o ile nie wpływają negatywnie na spełnienie ważniejszych reguł, np. wymogu ich łatwego zapamiętywania. </w:t>
      </w:r>
    </w:p>
    <w:p w14:paraId="449CACC6" w14:textId="1A7FFEA4" w:rsidR="00CD316C" w:rsidRDefault="00CD316C" w:rsidP="00D80420">
      <w:pPr>
        <w:pStyle w:val="BodyTextL25"/>
      </w:pPr>
      <w:r>
        <w:rPr>
          <w:lang w:val="pl-PL"/>
          <w:rFonts/>
        </w:rPr>
        <w:t xml:space="preserve">Używając menedżera haseł możesz nie martwić się o to, czy hasło jest łatwe do zapamiętania.</w:t>
      </w:r>
    </w:p>
    <w:p w14:paraId="62A22472" w14:textId="52E37714" w:rsidR="00CD316C" w:rsidRDefault="00CD316C" w:rsidP="00D80420">
      <w:pPr>
        <w:pStyle w:val="BodyTextL25"/>
      </w:pPr>
      <w:r>
        <w:rPr>
          <w:lang w:val="pl-PL"/>
          <w:rFonts/>
        </w:rPr>
        <w:t xml:space="preserve">Poniżej znajduje się krótkie podsumowanie: </w:t>
      </w:r>
    </w:p>
    <w:p w14:paraId="2F4340FE" w14:textId="7B5C191F" w:rsidR="00D80420" w:rsidRDefault="00D80420" w:rsidP="00D80420">
      <w:pPr>
        <w:pStyle w:val="BodyTextL25"/>
      </w:pPr>
      <w:r>
        <w:rPr>
          <w:lang w:val="pl-PL"/>
          <w:rFonts/>
        </w:rPr>
        <w:t xml:space="preserve">Wybierz hasło, które jesteś w stanie zapamiętać. </w:t>
      </w:r>
    </w:p>
    <w:p w14:paraId="42210D0A" w14:textId="3B58A46F" w:rsidR="00D80420" w:rsidRDefault="00CD316C" w:rsidP="00D80420">
      <w:pPr>
        <w:pStyle w:val="BodyTextL25"/>
      </w:pPr>
      <w:r>
        <w:rPr>
          <w:lang w:val="pl-PL"/>
          <w:rFonts/>
        </w:rPr>
        <w:t xml:space="preserve">Wybierz hasło, którego nikt nie skojarzy z Twoją osobą.</w:t>
      </w:r>
    </w:p>
    <w:p w14:paraId="01711929" w14:textId="718F1189" w:rsidR="00CD316C" w:rsidRDefault="00CD316C" w:rsidP="00CD316C">
      <w:pPr>
        <w:pStyle w:val="BodyTextL25"/>
      </w:pPr>
      <w:r>
        <w:rPr>
          <w:lang w:val="pl-PL"/>
          <w:rFonts/>
        </w:rPr>
        <w:t xml:space="preserve">Stwórz różne hasła i nigdy nie używaj tego samego hasła do różnych usług. </w:t>
      </w:r>
    </w:p>
    <w:p w14:paraId="465880BA" w14:textId="52A8FB68" w:rsidR="00CD316C" w:rsidRDefault="00CD316C" w:rsidP="00CD316C">
      <w:pPr>
        <w:pStyle w:val="BodyTextL25"/>
      </w:pPr>
      <w:r>
        <w:rPr>
          <w:lang w:val="pl-PL"/>
          <w:rFonts/>
        </w:rPr>
        <w:t xml:space="preserve">Złożone hasła są w porządku, o ile nie utrudniają ich zapamiętania. </w:t>
      </w:r>
    </w:p>
    <w:sectPr w:rsidR="00CD316C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88E78" w14:textId="77777777" w:rsidR="007C4C3D" w:rsidRDefault="007C4C3D" w:rsidP="0090659A">
      <w:pPr>
        <w:spacing w:after="0" w:line="240" w:lineRule="auto"/>
      </w:pPr>
      <w:r>
        <w:rPr>
          <w:lang w:val="pl-PL"/>
          <w:rFonts/>
        </w:rPr>
        <w:separator/>
      </w:r>
    </w:p>
    <w:p w14:paraId="39BE7433" w14:textId="77777777" w:rsidR="007C4C3D" w:rsidRDefault="007C4C3D"/>
    <w:p w14:paraId="5A7CA3DD" w14:textId="77777777" w:rsidR="007C4C3D" w:rsidRDefault="007C4C3D"/>
    <w:p w14:paraId="7AA73F3B" w14:textId="77777777" w:rsidR="007C4C3D" w:rsidRDefault="007C4C3D"/>
    <w:p w14:paraId="7D31B47D" w14:textId="77777777" w:rsidR="007C4C3D" w:rsidRDefault="007C4C3D"/>
  </w:endnote>
  <w:endnote w:type="continuationSeparator" w:id="0">
    <w:p w14:paraId="74BC62C3" w14:textId="77777777" w:rsidR="007C4C3D" w:rsidRDefault="007C4C3D" w:rsidP="0090659A">
      <w:pPr>
        <w:spacing w:after="0" w:line="240" w:lineRule="auto"/>
      </w:pPr>
      <w:r>
        <w:rPr>
          <w:lang w:val="pl-PL"/>
          <w:rFonts/>
        </w:rPr>
        <w:continuationSeparator/>
      </w:r>
    </w:p>
    <w:p w14:paraId="7A25D1FD" w14:textId="77777777" w:rsidR="007C4C3D" w:rsidRDefault="007C4C3D"/>
    <w:p w14:paraId="17F5E08E" w14:textId="77777777" w:rsidR="007C4C3D" w:rsidRDefault="007C4C3D"/>
    <w:p w14:paraId="4EB474FC" w14:textId="77777777" w:rsidR="007C4C3D" w:rsidRDefault="007C4C3D"/>
    <w:p w14:paraId="7BF8D9BC" w14:textId="77777777" w:rsidR="007C4C3D" w:rsidRDefault="007C4C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649FA" w14:textId="518249C1" w:rsidR="00583E1F" w:rsidRPr="0090659A" w:rsidRDefault="00E7210B" w:rsidP="00E7210B">
    <w:pPr>
      <w:pStyle w:val="Footer"/>
      <w:tabs>
        <w:tab w:val="right" w:pos="7200"/>
      </w:tabs>
      <w:rPr>
        <w:szCs w:val="16"/>
        <w:lang w:val="pl-PL"/>
        <w:rFonts/>
      </w:rPr>
    </w:pPr>
    <w:r w:rsidRPr="00B31F19">
      <w:rPr>
        <w:lang w:val="pl-PL"/>
        <w:rFonts/>
      </w:rPr>
      <w:sym w:font="Symbol" w:char="F0E3"/>
    </w:r>
    <w:r>
      <w:rPr>
        <w:lang w:val="pl-PL"/>
        <w:rFonts/>
      </w:rPr>
      <w:t xml:space="preserve"> Cisco i / lub jego podmioty stowarzyszone.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All rights reserved (Wszelkie prawa zastrzeżone).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Cisco Confidential (Poufne)</w:t>
    </w:r>
    <w:r>
      <w:rPr>
        <w:lang w:val="pl-PL"/>
        <w:rFonts/>
      </w:rPr>
      <w:tab/>
    </w:r>
    <w:r>
      <w:rPr>
        <w:lang w:val="pl-PL"/>
        <w:rFonts/>
      </w:rPr>
      <w:t xml:space="preserve">Strona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PAGE </w:instrText>
    </w:r>
    <w:r w:rsidRPr="0090659A">
      <w:rPr>
        <w:b/>
        <w:szCs w:val="16"/>
        <w:lang w:val="pl-PL"/>
        <w:rFonts/>
      </w:rPr>
      <w:fldChar w:fldCharType="separate"/>
    </w:r>
    <w:r w:rsidR="001D739F">
      <w:rPr>
        <w:b/>
        <w:szCs w:val="16"/>
        <w:lang w:val="pl-PL"/>
        <w:rFonts/>
      </w:rPr>
      <w:t xml:space="preserve">2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 xml:space="preserve">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NUMPAGES  </w:instrText>
    </w:r>
    <w:r w:rsidRPr="0090659A">
      <w:rPr>
        <w:b/>
        <w:szCs w:val="16"/>
        <w:lang w:val="pl-PL"/>
        <w:rFonts/>
      </w:rPr>
      <w:fldChar w:fldCharType="separate"/>
    </w:r>
    <w:r w:rsidR="001D739F">
      <w:rPr>
        <w:b/>
        <w:szCs w:val="16"/>
        <w:lang w:val="pl-PL"/>
        <w:rFonts/>
      </w:rPr>
      <w:t xml:space="preserve">3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ab/>
    </w:r>
    <w:r w:rsidRPr="0046747B">
      <w:rPr>
        <w:color w:val="00B0F0"/>
        <w:lang w:val="pl-PL"/>
        <w:rFonts/>
      </w:rPr>
      <w:t xml:space="preserve"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57707" w14:textId="34621722" w:rsidR="00583E1F" w:rsidRPr="0090659A" w:rsidRDefault="00E7210B" w:rsidP="00E7210B">
    <w:pPr>
      <w:pStyle w:val="Footer"/>
      <w:tabs>
        <w:tab w:val="right" w:pos="7200"/>
      </w:tabs>
      <w:rPr>
        <w:szCs w:val="16"/>
        <w:lang w:val="pl-PL"/>
        <w:rFonts/>
      </w:rPr>
    </w:pPr>
    <w:r w:rsidRPr="00B31F19">
      <w:rPr>
        <w:lang w:val="pl-PL"/>
        <w:rFonts/>
      </w:rPr>
      <w:sym w:font="Symbol" w:char="F0E3"/>
    </w:r>
    <w:r>
      <w:rPr>
        <w:lang w:val="pl-PL"/>
        <w:rFonts/>
      </w:rPr>
      <w:t xml:space="preserve"> Cisco i / lub jego podmioty stowarzyszone.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All rights reserved (Wszelkie prawa zastrzeżone).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Cisco Confidential (Poufne)</w:t>
    </w:r>
    <w:r>
      <w:rPr>
        <w:lang w:val="pl-PL"/>
        <w:rFonts/>
      </w:rPr>
      <w:tab/>
    </w:r>
    <w:r>
      <w:rPr>
        <w:lang w:val="pl-PL"/>
        <w:rFonts/>
      </w:rPr>
      <w:t xml:space="preserve">Strona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PAGE </w:instrText>
    </w:r>
    <w:r w:rsidRPr="0090659A">
      <w:rPr>
        <w:b/>
        <w:szCs w:val="16"/>
        <w:lang w:val="pl-PL"/>
        <w:rFonts/>
      </w:rPr>
      <w:fldChar w:fldCharType="separate"/>
    </w:r>
    <w:r w:rsidR="001D739F">
      <w:rPr>
        <w:b/>
        <w:szCs w:val="16"/>
        <w:lang w:val="pl-PL"/>
        <w:rFonts/>
      </w:rPr>
      <w:t xml:space="preserve">1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 xml:space="preserve">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NUMPAGES  </w:instrText>
    </w:r>
    <w:r w:rsidRPr="0090659A">
      <w:rPr>
        <w:b/>
        <w:szCs w:val="16"/>
        <w:lang w:val="pl-PL"/>
        <w:rFonts/>
      </w:rPr>
      <w:fldChar w:fldCharType="separate"/>
    </w:r>
    <w:r w:rsidR="001D739F">
      <w:rPr>
        <w:b/>
        <w:szCs w:val="16"/>
        <w:lang w:val="pl-PL"/>
        <w:rFonts/>
      </w:rPr>
      <w:t xml:space="preserve">3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ab/>
    </w:r>
    <w:r w:rsidRPr="0046747B">
      <w:rPr>
        <w:color w:val="00B0F0"/>
        <w:lang w:val="pl-PL"/>
        <w:rFonts/>
      </w:rPr>
      <w:t xml:space="preserve"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252CB" w14:textId="77777777" w:rsidR="007C4C3D" w:rsidRDefault="007C4C3D" w:rsidP="0090659A">
      <w:pPr>
        <w:spacing w:after="0" w:line="240" w:lineRule="auto"/>
      </w:pPr>
      <w:r>
        <w:rPr>
          <w:lang w:val="pl-PL"/>
          <w:rFonts/>
        </w:rPr>
        <w:separator/>
      </w:r>
    </w:p>
    <w:p w14:paraId="761EDB0F" w14:textId="77777777" w:rsidR="007C4C3D" w:rsidRDefault="007C4C3D"/>
    <w:p w14:paraId="18C6B9D3" w14:textId="77777777" w:rsidR="007C4C3D" w:rsidRDefault="007C4C3D"/>
    <w:p w14:paraId="1AD3925F" w14:textId="77777777" w:rsidR="007C4C3D" w:rsidRDefault="007C4C3D"/>
    <w:p w14:paraId="41A2FB43" w14:textId="77777777" w:rsidR="007C4C3D" w:rsidRDefault="007C4C3D"/>
  </w:footnote>
  <w:footnote w:type="continuationSeparator" w:id="0">
    <w:p w14:paraId="78CAA5A8" w14:textId="77777777" w:rsidR="007C4C3D" w:rsidRDefault="007C4C3D" w:rsidP="0090659A">
      <w:pPr>
        <w:spacing w:after="0" w:line="240" w:lineRule="auto"/>
      </w:pPr>
      <w:r>
        <w:rPr>
          <w:lang w:val="pl-PL"/>
          <w:rFonts/>
        </w:rPr>
        <w:continuationSeparator/>
      </w:r>
    </w:p>
    <w:p w14:paraId="114218FE" w14:textId="77777777" w:rsidR="007C4C3D" w:rsidRDefault="007C4C3D"/>
    <w:p w14:paraId="2FC57E99" w14:textId="77777777" w:rsidR="007C4C3D" w:rsidRDefault="007C4C3D"/>
    <w:p w14:paraId="46968182" w14:textId="77777777" w:rsidR="007C4C3D" w:rsidRDefault="007C4C3D"/>
    <w:p w14:paraId="16F32E79" w14:textId="77777777" w:rsidR="007C4C3D" w:rsidRDefault="007C4C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1E15C" w14:textId="30CD3199" w:rsidR="00583E1F" w:rsidRDefault="002B1790" w:rsidP="00C52BA6">
    <w:pPr>
      <w:pStyle w:val="PageHead"/>
    </w:pPr>
    <w:r>
      <w:rPr>
        <w:lang w:val="pl-PL"/>
        <w:rFonts/>
      </w:rPr>
      <w:t xml:space="preserve">Ćwiczenie – Stwórz i przechowuj silne hasła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59F16" w14:textId="374A25EB" w:rsidR="00583E1F" w:rsidRDefault="00E7210B">
    <w:pPr>
      <w:pStyle w:val="Header"/>
    </w:pPr>
    <w:r w:rsidRPr="003503B9">
      <w:rPr>
        <w:lang w:val="pl-PL"/>
        <w:rFonts/>
      </w:rPr>
      <w:drawing>
        <wp:inline distT="0" distB="0" distL="0" distR="0" wp14:anchorId="27E29BC3" wp14:editId="3B7E53F8">
          <wp:extent cx="2514600" cy="5797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14600" cy="579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9D6DAE" w14:textId="77777777" w:rsidR="00E7210B" w:rsidRDefault="00E72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87823"/>
    <w:multiLevelType w:val="hybridMultilevel"/>
    <w:tmpl w:val="2BA0E0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Część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Krok%2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1C77B78"/>
    <w:multiLevelType w:val="multilevel"/>
    <w:tmpl w:val="DB06027C"/>
    <w:lvl w:ilvl="0">
      <w:start w:val="1"/>
      <w:numFmt w:val="decimal"/>
      <w:lvlText w:val="Część%1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 w15:restartNumberingAfterBreak="0">
    <w:nsid w:val="30E21039"/>
    <w:multiLevelType w:val="hybridMultilevel"/>
    <w:tmpl w:val="6EE8270C"/>
    <w:lvl w:ilvl="0" w:tplc="F6222C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0FB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E1632"/>
    <w:multiLevelType w:val="hybridMultilevel"/>
    <w:tmpl w:val="599AF6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8814214"/>
    <w:multiLevelType w:val="hybridMultilevel"/>
    <w:tmpl w:val="9202B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4F4F4E5B"/>
    <w:multiLevelType w:val="hybridMultilevel"/>
    <w:tmpl w:val="81F618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9604457"/>
    <w:multiLevelType w:val="hybridMultilevel"/>
    <w:tmpl w:val="1B04F0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0815DD9"/>
    <w:multiLevelType w:val="hybridMultilevel"/>
    <w:tmpl w:val="63B44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  <w:lvlOverride w:ilvl="0">
      <w:lvl w:ilvl="0">
        <w:start w:val="1"/>
        <w:numFmt w:val="decimal"/>
        <w:pStyle w:val="PartHead"/>
        <w:lvlText w:val="Część%1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pStyle w:val="StepHead"/>
        <w:lvlText w:val="Krok%2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  <w:lvlOverride w:ilvl="0">
      <w:lvl w:ilvl="0">
        <w:start w:val="1"/>
        <w:numFmt w:val="decimal"/>
        <w:lvlText w:val="Część%1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4"/>
  </w:num>
  <w:num w:numId="6">
    <w:abstractNumId w:val="10"/>
  </w:num>
  <w:num w:numId="7">
    <w:abstractNumId w:val="6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  <w:num w:numId="12">
    <w:abstractNumId w:val="9"/>
  </w:num>
  <w:num w:numId="13">
    <w:abstractNumId w:val="2"/>
    <w:lvlOverride w:ilvl="0">
      <w:startOverride w:val="1"/>
      <w:lvl w:ilvl="0">
        <w:start w:val="1"/>
        <w:numFmt w:val="decimal"/>
        <w:pStyle w:val="PartHead"/>
        <w:lvlText w:val="Część%1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tepHead"/>
        <w:lvlText w:val="Krok%2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CyMDSzMDMytDQ0sTBW0lEKTi0uzszPAykwqQUA3ma98SwAAAA="/>
    <w:docVar w:name="__grammarly61__i" w:val="H4sIAAAAAAAEAKtWckksSQxILCpxzi/NK1GyMqwFAAEhoTITAAAA"/>
    <w:docVar w:name="__grammarly61_1" w:val="H4sIAAAAAAAEAKtWcslPLs1NzSvxTFGyUjJKM08yTDNN0TVKMUrVNUlOTdFNNEpL0bU0NU8zNDI1Mjczs1TSUQpOLS7OzM8DaTGvBQCeEKZmQwAAAA=="/>
  </w:docVars>
  <w:rsids>
    <w:rsidRoot w:val="0002636A"/>
    <w:rsid w:val="00001863"/>
    <w:rsid w:val="00003573"/>
    <w:rsid w:val="00004175"/>
    <w:rsid w:val="000059C9"/>
    <w:rsid w:val="000160F7"/>
    <w:rsid w:val="00016D5B"/>
    <w:rsid w:val="00016F30"/>
    <w:rsid w:val="0002047C"/>
    <w:rsid w:val="00021B9A"/>
    <w:rsid w:val="00022EEE"/>
    <w:rsid w:val="00023C4D"/>
    <w:rsid w:val="000242D6"/>
    <w:rsid w:val="00024EE5"/>
    <w:rsid w:val="0002636A"/>
    <w:rsid w:val="00033FFF"/>
    <w:rsid w:val="00036353"/>
    <w:rsid w:val="00040514"/>
    <w:rsid w:val="00041AF6"/>
    <w:rsid w:val="00044E62"/>
    <w:rsid w:val="00046C4E"/>
    <w:rsid w:val="00050BA4"/>
    <w:rsid w:val="00051738"/>
    <w:rsid w:val="00052548"/>
    <w:rsid w:val="00060696"/>
    <w:rsid w:val="00066FD6"/>
    <w:rsid w:val="00075AF2"/>
    <w:rsid w:val="000769CF"/>
    <w:rsid w:val="000815D8"/>
    <w:rsid w:val="00081E66"/>
    <w:rsid w:val="00082813"/>
    <w:rsid w:val="00083AC8"/>
    <w:rsid w:val="0008450C"/>
    <w:rsid w:val="00085CC6"/>
    <w:rsid w:val="00090C07"/>
    <w:rsid w:val="00091D5A"/>
    <w:rsid w:val="00091E8D"/>
    <w:rsid w:val="000923B7"/>
    <w:rsid w:val="00092BC4"/>
    <w:rsid w:val="00092C42"/>
    <w:rsid w:val="00092CE7"/>
    <w:rsid w:val="0009378D"/>
    <w:rsid w:val="00095FE3"/>
    <w:rsid w:val="00097163"/>
    <w:rsid w:val="000A0465"/>
    <w:rsid w:val="000A22C8"/>
    <w:rsid w:val="000B1AB3"/>
    <w:rsid w:val="000B2344"/>
    <w:rsid w:val="000B7DE5"/>
    <w:rsid w:val="000D55B4"/>
    <w:rsid w:val="000E350C"/>
    <w:rsid w:val="000E5C70"/>
    <w:rsid w:val="000E6418"/>
    <w:rsid w:val="000E65F0"/>
    <w:rsid w:val="000F072C"/>
    <w:rsid w:val="000F6743"/>
    <w:rsid w:val="001006C2"/>
    <w:rsid w:val="00100919"/>
    <w:rsid w:val="00103C51"/>
    <w:rsid w:val="00107B2B"/>
    <w:rsid w:val="001110AC"/>
    <w:rsid w:val="00112AC5"/>
    <w:rsid w:val="001133DD"/>
    <w:rsid w:val="00116E4D"/>
    <w:rsid w:val="00116FD6"/>
    <w:rsid w:val="00120CBE"/>
    <w:rsid w:val="001261C4"/>
    <w:rsid w:val="0013380D"/>
    <w:rsid w:val="00134122"/>
    <w:rsid w:val="001366EC"/>
    <w:rsid w:val="00137100"/>
    <w:rsid w:val="0014219C"/>
    <w:rsid w:val="001425ED"/>
    <w:rsid w:val="00144237"/>
    <w:rsid w:val="00150339"/>
    <w:rsid w:val="00154E3A"/>
    <w:rsid w:val="00156154"/>
    <w:rsid w:val="00157902"/>
    <w:rsid w:val="00157EB8"/>
    <w:rsid w:val="00162ED0"/>
    <w:rsid w:val="00163164"/>
    <w:rsid w:val="00165A06"/>
    <w:rsid w:val="00166253"/>
    <w:rsid w:val="00170E3D"/>
    <w:rsid w:val="001710C0"/>
    <w:rsid w:val="001720E1"/>
    <w:rsid w:val="00172AFB"/>
    <w:rsid w:val="001772B8"/>
    <w:rsid w:val="00180FBF"/>
    <w:rsid w:val="00182CF4"/>
    <w:rsid w:val="00186CE1"/>
    <w:rsid w:val="001925CB"/>
    <w:rsid w:val="00192F12"/>
    <w:rsid w:val="00193F14"/>
    <w:rsid w:val="00195FC1"/>
    <w:rsid w:val="00197614"/>
    <w:rsid w:val="001A0312"/>
    <w:rsid w:val="001A15DA"/>
    <w:rsid w:val="001A2694"/>
    <w:rsid w:val="001A3CC7"/>
    <w:rsid w:val="001A69AC"/>
    <w:rsid w:val="001B1098"/>
    <w:rsid w:val="001B67D8"/>
    <w:rsid w:val="001B6F95"/>
    <w:rsid w:val="001C05A1"/>
    <w:rsid w:val="001C1D9E"/>
    <w:rsid w:val="001C7C3B"/>
    <w:rsid w:val="001D093C"/>
    <w:rsid w:val="001D10E2"/>
    <w:rsid w:val="001D11AE"/>
    <w:rsid w:val="001D5B6F"/>
    <w:rsid w:val="001D739F"/>
    <w:rsid w:val="001E0AB8"/>
    <w:rsid w:val="001E38E0"/>
    <w:rsid w:val="001E4E72"/>
    <w:rsid w:val="001E5C9E"/>
    <w:rsid w:val="001E62B3"/>
    <w:rsid w:val="001F0171"/>
    <w:rsid w:val="001F0D77"/>
    <w:rsid w:val="001F0DA9"/>
    <w:rsid w:val="001F4627"/>
    <w:rsid w:val="001F5CB8"/>
    <w:rsid w:val="001F7DD8"/>
    <w:rsid w:val="00201928"/>
    <w:rsid w:val="002027AE"/>
    <w:rsid w:val="00203E26"/>
    <w:rsid w:val="0020449C"/>
    <w:rsid w:val="002113B8"/>
    <w:rsid w:val="00215665"/>
    <w:rsid w:val="002163BB"/>
    <w:rsid w:val="00216DDE"/>
    <w:rsid w:val="0021792C"/>
    <w:rsid w:val="002227B3"/>
    <w:rsid w:val="002240AB"/>
    <w:rsid w:val="00225E37"/>
    <w:rsid w:val="002332C8"/>
    <w:rsid w:val="002346A8"/>
    <w:rsid w:val="00241997"/>
    <w:rsid w:val="00242E3A"/>
    <w:rsid w:val="002506CF"/>
    <w:rsid w:val="0025107F"/>
    <w:rsid w:val="0025428A"/>
    <w:rsid w:val="00257A72"/>
    <w:rsid w:val="00260CD4"/>
    <w:rsid w:val="002638C2"/>
    <w:rsid w:val="002639D8"/>
    <w:rsid w:val="00265F77"/>
    <w:rsid w:val="00266C83"/>
    <w:rsid w:val="00267AD6"/>
    <w:rsid w:val="0027099E"/>
    <w:rsid w:val="002768DC"/>
    <w:rsid w:val="00281994"/>
    <w:rsid w:val="002856FD"/>
    <w:rsid w:val="00295BDA"/>
    <w:rsid w:val="002A2A69"/>
    <w:rsid w:val="002A4A8D"/>
    <w:rsid w:val="002A4CF8"/>
    <w:rsid w:val="002A6C56"/>
    <w:rsid w:val="002B1790"/>
    <w:rsid w:val="002B2757"/>
    <w:rsid w:val="002C090C"/>
    <w:rsid w:val="002C1243"/>
    <w:rsid w:val="002C1815"/>
    <w:rsid w:val="002C19BB"/>
    <w:rsid w:val="002C475E"/>
    <w:rsid w:val="002C6AD6"/>
    <w:rsid w:val="002D2917"/>
    <w:rsid w:val="002D6C2A"/>
    <w:rsid w:val="002D77C3"/>
    <w:rsid w:val="002D7A86"/>
    <w:rsid w:val="002E2671"/>
    <w:rsid w:val="002E481D"/>
    <w:rsid w:val="002F45FF"/>
    <w:rsid w:val="002F5932"/>
    <w:rsid w:val="002F6D17"/>
    <w:rsid w:val="0030212F"/>
    <w:rsid w:val="00302887"/>
    <w:rsid w:val="003056EB"/>
    <w:rsid w:val="003071FF"/>
    <w:rsid w:val="00310652"/>
    <w:rsid w:val="0031371D"/>
    <w:rsid w:val="0031789F"/>
    <w:rsid w:val="00320788"/>
    <w:rsid w:val="003233A3"/>
    <w:rsid w:val="00327745"/>
    <w:rsid w:val="00330D8A"/>
    <w:rsid w:val="00331822"/>
    <w:rsid w:val="0034455D"/>
    <w:rsid w:val="0034604B"/>
    <w:rsid w:val="00346D17"/>
    <w:rsid w:val="00347972"/>
    <w:rsid w:val="0035469B"/>
    <w:rsid w:val="003559CC"/>
    <w:rsid w:val="003569D7"/>
    <w:rsid w:val="003608AC"/>
    <w:rsid w:val="00361D62"/>
    <w:rsid w:val="003636CF"/>
    <w:rsid w:val="003643F0"/>
    <w:rsid w:val="0036465A"/>
    <w:rsid w:val="0037266E"/>
    <w:rsid w:val="00374CA9"/>
    <w:rsid w:val="00375A29"/>
    <w:rsid w:val="0038581C"/>
    <w:rsid w:val="0039147C"/>
    <w:rsid w:val="00392C65"/>
    <w:rsid w:val="00392ED5"/>
    <w:rsid w:val="003A0A00"/>
    <w:rsid w:val="003A19DC"/>
    <w:rsid w:val="003A1B45"/>
    <w:rsid w:val="003B46E1"/>
    <w:rsid w:val="003B46FC"/>
    <w:rsid w:val="003B5767"/>
    <w:rsid w:val="003B63E8"/>
    <w:rsid w:val="003B7605"/>
    <w:rsid w:val="003C5542"/>
    <w:rsid w:val="003C6BCA"/>
    <w:rsid w:val="003C7902"/>
    <w:rsid w:val="003C7DEA"/>
    <w:rsid w:val="003D0BFF"/>
    <w:rsid w:val="003E5BE5"/>
    <w:rsid w:val="003F18D1"/>
    <w:rsid w:val="003F48E8"/>
    <w:rsid w:val="003F4F0E"/>
    <w:rsid w:val="003F6E06"/>
    <w:rsid w:val="00403129"/>
    <w:rsid w:val="00403C7A"/>
    <w:rsid w:val="004057A6"/>
    <w:rsid w:val="00406554"/>
    <w:rsid w:val="004131B0"/>
    <w:rsid w:val="00415331"/>
    <w:rsid w:val="00416C42"/>
    <w:rsid w:val="0041702F"/>
    <w:rsid w:val="00422118"/>
    <w:rsid w:val="00422476"/>
    <w:rsid w:val="00422EC6"/>
    <w:rsid w:val="0042385C"/>
    <w:rsid w:val="00431654"/>
    <w:rsid w:val="004336D3"/>
    <w:rsid w:val="00434926"/>
    <w:rsid w:val="00444217"/>
    <w:rsid w:val="004478F4"/>
    <w:rsid w:val="00450F7A"/>
    <w:rsid w:val="00452C6D"/>
    <w:rsid w:val="004545DD"/>
    <w:rsid w:val="00455E0B"/>
    <w:rsid w:val="00463B76"/>
    <w:rsid w:val="00463C37"/>
    <w:rsid w:val="00464D36"/>
    <w:rsid w:val="00464F00"/>
    <w:rsid w:val="004659EE"/>
    <w:rsid w:val="004663AC"/>
    <w:rsid w:val="00477A80"/>
    <w:rsid w:val="00484105"/>
    <w:rsid w:val="004862B5"/>
    <w:rsid w:val="00487E4C"/>
    <w:rsid w:val="00492BF2"/>
    <w:rsid w:val="004936C2"/>
    <w:rsid w:val="0049379C"/>
    <w:rsid w:val="00496A62"/>
    <w:rsid w:val="004A1CA0"/>
    <w:rsid w:val="004A22E9"/>
    <w:rsid w:val="004A4ACD"/>
    <w:rsid w:val="004A5BC5"/>
    <w:rsid w:val="004B023D"/>
    <w:rsid w:val="004B1FB8"/>
    <w:rsid w:val="004B44E8"/>
    <w:rsid w:val="004C0909"/>
    <w:rsid w:val="004C21B9"/>
    <w:rsid w:val="004C3F97"/>
    <w:rsid w:val="004C5466"/>
    <w:rsid w:val="004D01F2"/>
    <w:rsid w:val="004D3339"/>
    <w:rsid w:val="004D353F"/>
    <w:rsid w:val="004D36D7"/>
    <w:rsid w:val="004D5416"/>
    <w:rsid w:val="004D682B"/>
    <w:rsid w:val="004E2DDD"/>
    <w:rsid w:val="004E6152"/>
    <w:rsid w:val="004F344A"/>
    <w:rsid w:val="004F7570"/>
    <w:rsid w:val="005037B0"/>
    <w:rsid w:val="00504ED4"/>
    <w:rsid w:val="00510639"/>
    <w:rsid w:val="00510E87"/>
    <w:rsid w:val="00516142"/>
    <w:rsid w:val="00520027"/>
    <w:rsid w:val="0052093C"/>
    <w:rsid w:val="00520C37"/>
    <w:rsid w:val="00521B31"/>
    <w:rsid w:val="00521DA7"/>
    <w:rsid w:val="005223FB"/>
    <w:rsid w:val="00522469"/>
    <w:rsid w:val="0052400A"/>
    <w:rsid w:val="0053411A"/>
    <w:rsid w:val="00536F43"/>
    <w:rsid w:val="00541D13"/>
    <w:rsid w:val="005510BA"/>
    <w:rsid w:val="00552454"/>
    <w:rsid w:val="005533C2"/>
    <w:rsid w:val="00554B4E"/>
    <w:rsid w:val="00556C02"/>
    <w:rsid w:val="00561BB2"/>
    <w:rsid w:val="00563249"/>
    <w:rsid w:val="00570A65"/>
    <w:rsid w:val="00573743"/>
    <w:rsid w:val="005762B1"/>
    <w:rsid w:val="00580456"/>
    <w:rsid w:val="00580E73"/>
    <w:rsid w:val="00582D35"/>
    <w:rsid w:val="00583E1F"/>
    <w:rsid w:val="00583ED2"/>
    <w:rsid w:val="00593386"/>
    <w:rsid w:val="005960AA"/>
    <w:rsid w:val="00596998"/>
    <w:rsid w:val="0059701A"/>
    <w:rsid w:val="005A0C58"/>
    <w:rsid w:val="005A6E62"/>
    <w:rsid w:val="005B6BF3"/>
    <w:rsid w:val="005C1436"/>
    <w:rsid w:val="005C272B"/>
    <w:rsid w:val="005C607F"/>
    <w:rsid w:val="005D0A07"/>
    <w:rsid w:val="005D2B29"/>
    <w:rsid w:val="005D354A"/>
    <w:rsid w:val="005D391A"/>
    <w:rsid w:val="005D63BF"/>
    <w:rsid w:val="005E3235"/>
    <w:rsid w:val="005E4016"/>
    <w:rsid w:val="005E4176"/>
    <w:rsid w:val="005E65B5"/>
    <w:rsid w:val="005E693C"/>
    <w:rsid w:val="005E6A41"/>
    <w:rsid w:val="005F2F7A"/>
    <w:rsid w:val="005F3AE9"/>
    <w:rsid w:val="005F5AE2"/>
    <w:rsid w:val="006007BB"/>
    <w:rsid w:val="00601DC0"/>
    <w:rsid w:val="006034CB"/>
    <w:rsid w:val="006131CE"/>
    <w:rsid w:val="0061336B"/>
    <w:rsid w:val="0061534E"/>
    <w:rsid w:val="00615441"/>
    <w:rsid w:val="00617D6E"/>
    <w:rsid w:val="0062075E"/>
    <w:rsid w:val="00622D61"/>
    <w:rsid w:val="00624198"/>
    <w:rsid w:val="00626704"/>
    <w:rsid w:val="00642815"/>
    <w:rsid w:val="006428E5"/>
    <w:rsid w:val="00643641"/>
    <w:rsid w:val="00644958"/>
    <w:rsid w:val="00653FA5"/>
    <w:rsid w:val="006575A3"/>
    <w:rsid w:val="00660D2E"/>
    <w:rsid w:val="00664188"/>
    <w:rsid w:val="00672919"/>
    <w:rsid w:val="00674732"/>
    <w:rsid w:val="006816A9"/>
    <w:rsid w:val="006830FC"/>
    <w:rsid w:val="00685357"/>
    <w:rsid w:val="00686587"/>
    <w:rsid w:val="006871B2"/>
    <w:rsid w:val="006904CF"/>
    <w:rsid w:val="00691816"/>
    <w:rsid w:val="00695EE2"/>
    <w:rsid w:val="0069660B"/>
    <w:rsid w:val="006A1B33"/>
    <w:rsid w:val="006A35BF"/>
    <w:rsid w:val="006A48F1"/>
    <w:rsid w:val="006A55FB"/>
    <w:rsid w:val="006A71A3"/>
    <w:rsid w:val="006B03F2"/>
    <w:rsid w:val="006B1639"/>
    <w:rsid w:val="006B4E90"/>
    <w:rsid w:val="006B5CA7"/>
    <w:rsid w:val="006B5E89"/>
    <w:rsid w:val="006C19B2"/>
    <w:rsid w:val="006C30A0"/>
    <w:rsid w:val="006C35FF"/>
    <w:rsid w:val="006C3673"/>
    <w:rsid w:val="006C57F2"/>
    <w:rsid w:val="006C5949"/>
    <w:rsid w:val="006C6832"/>
    <w:rsid w:val="006D1370"/>
    <w:rsid w:val="006D1B21"/>
    <w:rsid w:val="006D2C28"/>
    <w:rsid w:val="006D3FC1"/>
    <w:rsid w:val="006D4071"/>
    <w:rsid w:val="006D755C"/>
    <w:rsid w:val="006E397D"/>
    <w:rsid w:val="006E6581"/>
    <w:rsid w:val="006E71DF"/>
    <w:rsid w:val="006F1CC4"/>
    <w:rsid w:val="006F2A86"/>
    <w:rsid w:val="006F3163"/>
    <w:rsid w:val="006F4C91"/>
    <w:rsid w:val="007025FA"/>
    <w:rsid w:val="00705385"/>
    <w:rsid w:val="00705FEC"/>
    <w:rsid w:val="0071147A"/>
    <w:rsid w:val="0071185D"/>
    <w:rsid w:val="007125E6"/>
    <w:rsid w:val="00715002"/>
    <w:rsid w:val="007222AD"/>
    <w:rsid w:val="007267CF"/>
    <w:rsid w:val="00731F3F"/>
    <w:rsid w:val="00733BAB"/>
    <w:rsid w:val="00735842"/>
    <w:rsid w:val="00737EEE"/>
    <w:rsid w:val="0074181F"/>
    <w:rsid w:val="007436BF"/>
    <w:rsid w:val="007443E9"/>
    <w:rsid w:val="00745DCE"/>
    <w:rsid w:val="00753520"/>
    <w:rsid w:val="00753D89"/>
    <w:rsid w:val="00755C9B"/>
    <w:rsid w:val="00760FE4"/>
    <w:rsid w:val="00761A92"/>
    <w:rsid w:val="00763D8B"/>
    <w:rsid w:val="0076422C"/>
    <w:rsid w:val="007657F6"/>
    <w:rsid w:val="00765E47"/>
    <w:rsid w:val="0077125A"/>
    <w:rsid w:val="007730CD"/>
    <w:rsid w:val="0078389D"/>
    <w:rsid w:val="00783B22"/>
    <w:rsid w:val="00783F2B"/>
    <w:rsid w:val="00786F58"/>
    <w:rsid w:val="00786FCD"/>
    <w:rsid w:val="00787493"/>
    <w:rsid w:val="00787CC1"/>
    <w:rsid w:val="00792F4E"/>
    <w:rsid w:val="0079398D"/>
    <w:rsid w:val="00796C25"/>
    <w:rsid w:val="00797706"/>
    <w:rsid w:val="007A287C"/>
    <w:rsid w:val="007A3041"/>
    <w:rsid w:val="007A3B2A"/>
    <w:rsid w:val="007B1F83"/>
    <w:rsid w:val="007B5099"/>
    <w:rsid w:val="007B5522"/>
    <w:rsid w:val="007C0EE0"/>
    <w:rsid w:val="007C1875"/>
    <w:rsid w:val="007C1B71"/>
    <w:rsid w:val="007C2FBB"/>
    <w:rsid w:val="007C4C3D"/>
    <w:rsid w:val="007C5EF7"/>
    <w:rsid w:val="007C7164"/>
    <w:rsid w:val="007D0390"/>
    <w:rsid w:val="007D1984"/>
    <w:rsid w:val="007D2AFE"/>
    <w:rsid w:val="007E3FEA"/>
    <w:rsid w:val="007E7D44"/>
    <w:rsid w:val="007F0A0B"/>
    <w:rsid w:val="007F3A60"/>
    <w:rsid w:val="007F3D0B"/>
    <w:rsid w:val="007F5EFA"/>
    <w:rsid w:val="007F680E"/>
    <w:rsid w:val="007F78AD"/>
    <w:rsid w:val="007F7C94"/>
    <w:rsid w:val="00802350"/>
    <w:rsid w:val="00810E4B"/>
    <w:rsid w:val="00814BAA"/>
    <w:rsid w:val="00824295"/>
    <w:rsid w:val="008313F3"/>
    <w:rsid w:val="008357D1"/>
    <w:rsid w:val="008374E6"/>
    <w:rsid w:val="0084006E"/>
    <w:rsid w:val="008405BB"/>
    <w:rsid w:val="00846494"/>
    <w:rsid w:val="008479AD"/>
    <w:rsid w:val="00847B20"/>
    <w:rsid w:val="008509D3"/>
    <w:rsid w:val="00853418"/>
    <w:rsid w:val="0085531D"/>
    <w:rsid w:val="00857CF6"/>
    <w:rsid w:val="008610ED"/>
    <w:rsid w:val="00861C6A"/>
    <w:rsid w:val="008645A4"/>
    <w:rsid w:val="00865199"/>
    <w:rsid w:val="00867EAF"/>
    <w:rsid w:val="00872D7E"/>
    <w:rsid w:val="00873C6B"/>
    <w:rsid w:val="00874045"/>
    <w:rsid w:val="0088426A"/>
    <w:rsid w:val="008852BA"/>
    <w:rsid w:val="00890108"/>
    <w:rsid w:val="00893877"/>
    <w:rsid w:val="00894CAE"/>
    <w:rsid w:val="0089532C"/>
    <w:rsid w:val="00896165"/>
    <w:rsid w:val="00896681"/>
    <w:rsid w:val="00896B1B"/>
    <w:rsid w:val="008A2749"/>
    <w:rsid w:val="008A3A90"/>
    <w:rsid w:val="008B06D4"/>
    <w:rsid w:val="008B48F0"/>
    <w:rsid w:val="008B4F20"/>
    <w:rsid w:val="008B7FFD"/>
    <w:rsid w:val="008C2642"/>
    <w:rsid w:val="008C2920"/>
    <w:rsid w:val="008C4307"/>
    <w:rsid w:val="008D23DF"/>
    <w:rsid w:val="008D2417"/>
    <w:rsid w:val="008D73BF"/>
    <w:rsid w:val="008D7F09"/>
    <w:rsid w:val="008E5B64"/>
    <w:rsid w:val="008E7DAA"/>
    <w:rsid w:val="008F0094"/>
    <w:rsid w:val="008F340F"/>
    <w:rsid w:val="008F3F5A"/>
    <w:rsid w:val="0090231D"/>
    <w:rsid w:val="00903523"/>
    <w:rsid w:val="0090460C"/>
    <w:rsid w:val="0090659A"/>
    <w:rsid w:val="00911080"/>
    <w:rsid w:val="00915970"/>
    <w:rsid w:val="00915986"/>
    <w:rsid w:val="00917624"/>
    <w:rsid w:val="00924C96"/>
    <w:rsid w:val="00930386"/>
    <w:rsid w:val="009309F5"/>
    <w:rsid w:val="00933237"/>
    <w:rsid w:val="00933F28"/>
    <w:rsid w:val="009352B7"/>
    <w:rsid w:val="00943BF9"/>
    <w:rsid w:val="00947140"/>
    <w:rsid w:val="009476C0"/>
    <w:rsid w:val="00956ABB"/>
    <w:rsid w:val="00963474"/>
    <w:rsid w:val="00963E34"/>
    <w:rsid w:val="00964DFA"/>
    <w:rsid w:val="00970FBE"/>
    <w:rsid w:val="009727AC"/>
    <w:rsid w:val="00975174"/>
    <w:rsid w:val="0098155C"/>
    <w:rsid w:val="00983B77"/>
    <w:rsid w:val="009941B3"/>
    <w:rsid w:val="00996053"/>
    <w:rsid w:val="009A0B2F"/>
    <w:rsid w:val="009A1CF4"/>
    <w:rsid w:val="009A37D7"/>
    <w:rsid w:val="009A4E17"/>
    <w:rsid w:val="009A61EE"/>
    <w:rsid w:val="009A649D"/>
    <w:rsid w:val="009A6955"/>
    <w:rsid w:val="009B341C"/>
    <w:rsid w:val="009B3D12"/>
    <w:rsid w:val="009B5747"/>
    <w:rsid w:val="009C4976"/>
    <w:rsid w:val="009C5E67"/>
    <w:rsid w:val="009C6ACD"/>
    <w:rsid w:val="009D00FA"/>
    <w:rsid w:val="009D2916"/>
    <w:rsid w:val="009D2C27"/>
    <w:rsid w:val="009D4AF4"/>
    <w:rsid w:val="009D4C3E"/>
    <w:rsid w:val="009D7BCE"/>
    <w:rsid w:val="009E2309"/>
    <w:rsid w:val="009E42B9"/>
    <w:rsid w:val="009F1151"/>
    <w:rsid w:val="009F1E57"/>
    <w:rsid w:val="009F47B9"/>
    <w:rsid w:val="009F4C2E"/>
    <w:rsid w:val="009F5346"/>
    <w:rsid w:val="00A014A3"/>
    <w:rsid w:val="00A03B24"/>
    <w:rsid w:val="00A0412D"/>
    <w:rsid w:val="00A205C5"/>
    <w:rsid w:val="00A21211"/>
    <w:rsid w:val="00A32C12"/>
    <w:rsid w:val="00A33315"/>
    <w:rsid w:val="00A34360"/>
    <w:rsid w:val="00A34E7F"/>
    <w:rsid w:val="00A403A9"/>
    <w:rsid w:val="00A46F0A"/>
    <w:rsid w:val="00A46F25"/>
    <w:rsid w:val="00A47CC2"/>
    <w:rsid w:val="00A502BA"/>
    <w:rsid w:val="00A52FAB"/>
    <w:rsid w:val="00A57E10"/>
    <w:rsid w:val="00A60146"/>
    <w:rsid w:val="00A61CDF"/>
    <w:rsid w:val="00A622C4"/>
    <w:rsid w:val="00A6283D"/>
    <w:rsid w:val="00A7495F"/>
    <w:rsid w:val="00A754B4"/>
    <w:rsid w:val="00A807C1"/>
    <w:rsid w:val="00A83374"/>
    <w:rsid w:val="00A91A58"/>
    <w:rsid w:val="00A95ED1"/>
    <w:rsid w:val="00A96172"/>
    <w:rsid w:val="00AA4AF0"/>
    <w:rsid w:val="00AA78B5"/>
    <w:rsid w:val="00AB0D6A"/>
    <w:rsid w:val="00AB147C"/>
    <w:rsid w:val="00AB3896"/>
    <w:rsid w:val="00AB43B3"/>
    <w:rsid w:val="00AB49B9"/>
    <w:rsid w:val="00AB758A"/>
    <w:rsid w:val="00AC027E"/>
    <w:rsid w:val="00AC0535"/>
    <w:rsid w:val="00AC1E7E"/>
    <w:rsid w:val="00AC505F"/>
    <w:rsid w:val="00AC507D"/>
    <w:rsid w:val="00AC66E4"/>
    <w:rsid w:val="00AD4578"/>
    <w:rsid w:val="00AD68E9"/>
    <w:rsid w:val="00AD75B6"/>
    <w:rsid w:val="00AE54D8"/>
    <w:rsid w:val="00AE56C0"/>
    <w:rsid w:val="00AF0219"/>
    <w:rsid w:val="00B00914"/>
    <w:rsid w:val="00B02A8E"/>
    <w:rsid w:val="00B052EE"/>
    <w:rsid w:val="00B1081F"/>
    <w:rsid w:val="00B13B4E"/>
    <w:rsid w:val="00B16E11"/>
    <w:rsid w:val="00B27499"/>
    <w:rsid w:val="00B3010D"/>
    <w:rsid w:val="00B309F9"/>
    <w:rsid w:val="00B34308"/>
    <w:rsid w:val="00B34533"/>
    <w:rsid w:val="00B34EF1"/>
    <w:rsid w:val="00B35151"/>
    <w:rsid w:val="00B3793F"/>
    <w:rsid w:val="00B428BA"/>
    <w:rsid w:val="00B433F2"/>
    <w:rsid w:val="00B458E8"/>
    <w:rsid w:val="00B465DB"/>
    <w:rsid w:val="00B517A9"/>
    <w:rsid w:val="00B51C01"/>
    <w:rsid w:val="00B5397B"/>
    <w:rsid w:val="00B62809"/>
    <w:rsid w:val="00B659A4"/>
    <w:rsid w:val="00B67312"/>
    <w:rsid w:val="00B7675A"/>
    <w:rsid w:val="00B81898"/>
    <w:rsid w:val="00B83FFD"/>
    <w:rsid w:val="00B8606B"/>
    <w:rsid w:val="00B86488"/>
    <w:rsid w:val="00B878E7"/>
    <w:rsid w:val="00B92B93"/>
    <w:rsid w:val="00B9337F"/>
    <w:rsid w:val="00B93F49"/>
    <w:rsid w:val="00B97278"/>
    <w:rsid w:val="00B97943"/>
    <w:rsid w:val="00BA1D0B"/>
    <w:rsid w:val="00BA6972"/>
    <w:rsid w:val="00BB1E0D"/>
    <w:rsid w:val="00BB451E"/>
    <w:rsid w:val="00BB4D9B"/>
    <w:rsid w:val="00BB73FF"/>
    <w:rsid w:val="00BB7688"/>
    <w:rsid w:val="00BC7CAC"/>
    <w:rsid w:val="00BD0C8F"/>
    <w:rsid w:val="00BD1FA5"/>
    <w:rsid w:val="00BD6D76"/>
    <w:rsid w:val="00BE2655"/>
    <w:rsid w:val="00BE409C"/>
    <w:rsid w:val="00BE56B3"/>
    <w:rsid w:val="00BE6B98"/>
    <w:rsid w:val="00BF04E8"/>
    <w:rsid w:val="00BF1001"/>
    <w:rsid w:val="00BF16BF"/>
    <w:rsid w:val="00BF380E"/>
    <w:rsid w:val="00BF4D1F"/>
    <w:rsid w:val="00C028D1"/>
    <w:rsid w:val="00C02A73"/>
    <w:rsid w:val="00C063D2"/>
    <w:rsid w:val="00C07FD9"/>
    <w:rsid w:val="00C10955"/>
    <w:rsid w:val="00C11C4D"/>
    <w:rsid w:val="00C1712C"/>
    <w:rsid w:val="00C2330B"/>
    <w:rsid w:val="00C23E16"/>
    <w:rsid w:val="00C27C1C"/>
    <w:rsid w:val="00C27E37"/>
    <w:rsid w:val="00C32713"/>
    <w:rsid w:val="00C351B8"/>
    <w:rsid w:val="00C410D9"/>
    <w:rsid w:val="00C435CA"/>
    <w:rsid w:val="00C44804"/>
    <w:rsid w:val="00C44DB7"/>
    <w:rsid w:val="00C4510A"/>
    <w:rsid w:val="00C47F2E"/>
    <w:rsid w:val="00C52BA6"/>
    <w:rsid w:val="00C57645"/>
    <w:rsid w:val="00C5777D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2967"/>
    <w:rsid w:val="00C97CCA"/>
    <w:rsid w:val="00CA73D5"/>
    <w:rsid w:val="00CB0EBC"/>
    <w:rsid w:val="00CC1C87"/>
    <w:rsid w:val="00CC3000"/>
    <w:rsid w:val="00CC3140"/>
    <w:rsid w:val="00CC381A"/>
    <w:rsid w:val="00CC4859"/>
    <w:rsid w:val="00CC7A35"/>
    <w:rsid w:val="00CD072A"/>
    <w:rsid w:val="00CD316C"/>
    <w:rsid w:val="00CD794E"/>
    <w:rsid w:val="00CD7F73"/>
    <w:rsid w:val="00CE2116"/>
    <w:rsid w:val="00CE26C5"/>
    <w:rsid w:val="00CE36A7"/>
    <w:rsid w:val="00CE36AF"/>
    <w:rsid w:val="00CE54DD"/>
    <w:rsid w:val="00CE6B7C"/>
    <w:rsid w:val="00CF0DA5"/>
    <w:rsid w:val="00CF3043"/>
    <w:rsid w:val="00CF5D31"/>
    <w:rsid w:val="00CF5F39"/>
    <w:rsid w:val="00CF5F3B"/>
    <w:rsid w:val="00CF791A"/>
    <w:rsid w:val="00D00D7D"/>
    <w:rsid w:val="00D1133C"/>
    <w:rsid w:val="00D139C8"/>
    <w:rsid w:val="00D141DD"/>
    <w:rsid w:val="00D17F81"/>
    <w:rsid w:val="00D20B47"/>
    <w:rsid w:val="00D2758C"/>
    <w:rsid w:val="00D275CA"/>
    <w:rsid w:val="00D2789B"/>
    <w:rsid w:val="00D34287"/>
    <w:rsid w:val="00D345AB"/>
    <w:rsid w:val="00D37E60"/>
    <w:rsid w:val="00D40C5F"/>
    <w:rsid w:val="00D41566"/>
    <w:rsid w:val="00D4260A"/>
    <w:rsid w:val="00D458EC"/>
    <w:rsid w:val="00D46837"/>
    <w:rsid w:val="00D501B0"/>
    <w:rsid w:val="00D50F35"/>
    <w:rsid w:val="00D52582"/>
    <w:rsid w:val="00D56A0E"/>
    <w:rsid w:val="00D57AD3"/>
    <w:rsid w:val="00D635FE"/>
    <w:rsid w:val="00D70085"/>
    <w:rsid w:val="00D729C0"/>
    <w:rsid w:val="00D729DE"/>
    <w:rsid w:val="00D75B6A"/>
    <w:rsid w:val="00D80420"/>
    <w:rsid w:val="00D81719"/>
    <w:rsid w:val="00D83477"/>
    <w:rsid w:val="00D84BDA"/>
    <w:rsid w:val="00D855C8"/>
    <w:rsid w:val="00D85A7A"/>
    <w:rsid w:val="00D86B3B"/>
    <w:rsid w:val="00D876A8"/>
    <w:rsid w:val="00D87F26"/>
    <w:rsid w:val="00D920D7"/>
    <w:rsid w:val="00D9256C"/>
    <w:rsid w:val="00D93063"/>
    <w:rsid w:val="00D933B0"/>
    <w:rsid w:val="00D977E8"/>
    <w:rsid w:val="00D97B16"/>
    <w:rsid w:val="00DB1C89"/>
    <w:rsid w:val="00DB3763"/>
    <w:rsid w:val="00DB4029"/>
    <w:rsid w:val="00DB5F4D"/>
    <w:rsid w:val="00DB6DA5"/>
    <w:rsid w:val="00DC076B"/>
    <w:rsid w:val="00DC1046"/>
    <w:rsid w:val="00DC1626"/>
    <w:rsid w:val="00DC186F"/>
    <w:rsid w:val="00DC252F"/>
    <w:rsid w:val="00DC6050"/>
    <w:rsid w:val="00DD3086"/>
    <w:rsid w:val="00DD4135"/>
    <w:rsid w:val="00DD43EA"/>
    <w:rsid w:val="00DD5C68"/>
    <w:rsid w:val="00DE6F44"/>
    <w:rsid w:val="00DF4756"/>
    <w:rsid w:val="00DF633A"/>
    <w:rsid w:val="00E00F53"/>
    <w:rsid w:val="00E037D9"/>
    <w:rsid w:val="00E04927"/>
    <w:rsid w:val="00E130EB"/>
    <w:rsid w:val="00E162CD"/>
    <w:rsid w:val="00E16BA3"/>
    <w:rsid w:val="00E1720A"/>
    <w:rsid w:val="00E17FA5"/>
    <w:rsid w:val="00E21898"/>
    <w:rsid w:val="00E26930"/>
    <w:rsid w:val="00E27257"/>
    <w:rsid w:val="00E30377"/>
    <w:rsid w:val="00E30F83"/>
    <w:rsid w:val="00E3206D"/>
    <w:rsid w:val="00E32F32"/>
    <w:rsid w:val="00E354D4"/>
    <w:rsid w:val="00E35A5A"/>
    <w:rsid w:val="00E37F47"/>
    <w:rsid w:val="00E449D0"/>
    <w:rsid w:val="00E4506A"/>
    <w:rsid w:val="00E53F99"/>
    <w:rsid w:val="00E56510"/>
    <w:rsid w:val="00E61A99"/>
    <w:rsid w:val="00E62AE9"/>
    <w:rsid w:val="00E62EA8"/>
    <w:rsid w:val="00E67A6E"/>
    <w:rsid w:val="00E71B43"/>
    <w:rsid w:val="00E7210B"/>
    <w:rsid w:val="00E80AA6"/>
    <w:rsid w:val="00E81612"/>
    <w:rsid w:val="00E87D18"/>
    <w:rsid w:val="00E87D62"/>
    <w:rsid w:val="00E92793"/>
    <w:rsid w:val="00E9330D"/>
    <w:rsid w:val="00EA486E"/>
    <w:rsid w:val="00EA4FA3"/>
    <w:rsid w:val="00EB001B"/>
    <w:rsid w:val="00EB3082"/>
    <w:rsid w:val="00EB6C33"/>
    <w:rsid w:val="00ED3238"/>
    <w:rsid w:val="00ED6019"/>
    <w:rsid w:val="00ED7830"/>
    <w:rsid w:val="00EE38A2"/>
    <w:rsid w:val="00EE3909"/>
    <w:rsid w:val="00EF3F92"/>
    <w:rsid w:val="00EF4205"/>
    <w:rsid w:val="00EF5939"/>
    <w:rsid w:val="00EF7327"/>
    <w:rsid w:val="00F01714"/>
    <w:rsid w:val="00F0258F"/>
    <w:rsid w:val="00F025B0"/>
    <w:rsid w:val="00F02D06"/>
    <w:rsid w:val="00F05336"/>
    <w:rsid w:val="00F056E5"/>
    <w:rsid w:val="00F06FDD"/>
    <w:rsid w:val="00F10819"/>
    <w:rsid w:val="00F12A7B"/>
    <w:rsid w:val="00F16F35"/>
    <w:rsid w:val="00F2229D"/>
    <w:rsid w:val="00F25ABB"/>
    <w:rsid w:val="00F27963"/>
    <w:rsid w:val="00F30446"/>
    <w:rsid w:val="00F406D4"/>
    <w:rsid w:val="00F4135D"/>
    <w:rsid w:val="00F41F1B"/>
    <w:rsid w:val="00F46BD9"/>
    <w:rsid w:val="00F5626C"/>
    <w:rsid w:val="00F60BE0"/>
    <w:rsid w:val="00F60E11"/>
    <w:rsid w:val="00F6280E"/>
    <w:rsid w:val="00F7050A"/>
    <w:rsid w:val="00F75533"/>
    <w:rsid w:val="00F76808"/>
    <w:rsid w:val="00F84C28"/>
    <w:rsid w:val="00F85D82"/>
    <w:rsid w:val="00F903A8"/>
    <w:rsid w:val="00F90F0A"/>
    <w:rsid w:val="00F91680"/>
    <w:rsid w:val="00F92728"/>
    <w:rsid w:val="00FA332F"/>
    <w:rsid w:val="00FA3811"/>
    <w:rsid w:val="00FA3B9F"/>
    <w:rsid w:val="00FA3F06"/>
    <w:rsid w:val="00FA4356"/>
    <w:rsid w:val="00FA4A26"/>
    <w:rsid w:val="00FA7084"/>
    <w:rsid w:val="00FA7BEF"/>
    <w:rsid w:val="00FB1929"/>
    <w:rsid w:val="00FB5FD9"/>
    <w:rsid w:val="00FC0581"/>
    <w:rsid w:val="00FD33AB"/>
    <w:rsid w:val="00FD4724"/>
    <w:rsid w:val="00FD4A68"/>
    <w:rsid w:val="00FD68ED"/>
    <w:rsid w:val="00FE2824"/>
    <w:rsid w:val="00FE661F"/>
    <w:rsid w:val="00FF0400"/>
    <w:rsid w:val="00FF280D"/>
    <w:rsid w:val="00FF3D6B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66E344"/>
  <w15:docId w15:val="{79193A94-C4B4-407B-AC9C-898AE181A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0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495F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E7210B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7210B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Normal"/>
    <w:qFormat/>
    <w:rsid w:val="0002636A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02636A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8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link w:val="Heading3"/>
    <w:uiPriority w:val="9"/>
    <w:semiHidden/>
    <w:rsid w:val="00A7495F"/>
    <w:rPr>
      <w:rFonts w:ascii="Cambria" w:eastAsia="Times New Roman" w:hAnsi="Cambria" w:cs="Times New Roman"/>
      <w:b/>
      <w:bCs/>
      <w:sz w:val="26"/>
      <w:szCs w:val="26"/>
    </w:rPr>
  </w:style>
  <w:style w:type="paragraph" w:styleId="Index8">
    <w:name w:val="index 8"/>
    <w:basedOn w:val="Normal"/>
    <w:next w:val="Normal"/>
    <w:autoRedefine/>
    <w:semiHidden/>
    <w:rsid w:val="00A7495F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E2189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7327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F5F3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yperlink" Target="http://passwordsgenerator.net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astpas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eshing.com/20110811/xkcd-password-generator/" TargetMode="External"/><Relationship Id="rId14" Type="http://schemas.openxmlformats.org/officeDocument/2006/relationships/footer" Target="footer2.xml"/>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?>
<Relationships xmlns="http://schemas.openxmlformats.org/package/2006/relationships"><Relationship Id="rId1" Type="http://schemas.openxmlformats.org/officeDocument/2006/relationships/attachedTemplate" Target="file:///C:\Users\spennock\AppData\Roaming\Microsoft\Templates\Lab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2B85A0-3E07-4E81-AC75-766BFFABA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Lab_Template.dotx</Template>
  <TotalTime>1</TotalTime>
  <Pages>3</Pages>
  <Words>928</Words>
  <Characters>5784</Characters>
  <Application>Microsoft Office Word</Application>
  <DocSecurity>0</DocSecurity>
  <Lines>93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Suk-yi Pennock</dc:creator>
  <cp:lastModifiedBy>Sukyi</cp:lastModifiedBy>
  <cp:revision>3</cp:revision>
  <cp:lastPrinted>2014-06-20T22:17:00Z</cp:lastPrinted>
  <dcterms:created xsi:type="dcterms:W3CDTF">2017-11-30T18:45:00Z</dcterms:created>
  <dcterms:modified xsi:type="dcterms:W3CDTF">2017-11-30T18:45:00Z</dcterms:modified>
</cp:coreProperties>
</file>